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359" w:rsidRPr="00576950" w:rsidRDefault="00DB5359" w:rsidP="00DB5359">
      <w:pPr>
        <w:tabs>
          <w:tab w:val="left" w:pos="851"/>
          <w:tab w:val="num" w:pos="1287"/>
        </w:tabs>
        <w:spacing w:before="120"/>
        <w:ind w:firstLine="5670"/>
        <w:jc w:val="right"/>
        <w:rPr>
          <w:rFonts w:ascii="Arial" w:hAnsi="Arial" w:cs="Arial"/>
        </w:rPr>
      </w:pPr>
      <w:r w:rsidRPr="00576950">
        <w:rPr>
          <w:rFonts w:ascii="Arial" w:hAnsi="Arial" w:cs="Arial"/>
        </w:rPr>
        <w:t>УТВЕРЖДАЮ:</w:t>
      </w:r>
    </w:p>
    <w:p w:rsidR="00DB5359" w:rsidRPr="00F15CA4" w:rsidRDefault="00D54666" w:rsidP="00DB5359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Т</w:t>
      </w:r>
      <w:r w:rsidR="00DB5359" w:rsidRPr="00F15CA4">
        <w:rPr>
          <w:rFonts w:ascii="Arial" w:hAnsi="Arial" w:cs="Arial"/>
        </w:rPr>
        <w:t>ехнический директор</w:t>
      </w:r>
    </w:p>
    <w:p w:rsidR="00DB5359" w:rsidRPr="00F15CA4" w:rsidRDefault="00DB5359" w:rsidP="00DB5359">
      <w:pPr>
        <w:jc w:val="right"/>
        <w:rPr>
          <w:rFonts w:ascii="Arial" w:hAnsi="Arial" w:cs="Arial"/>
        </w:rPr>
      </w:pPr>
      <w:r w:rsidRPr="00F15CA4">
        <w:rPr>
          <w:rFonts w:ascii="Arial" w:hAnsi="Arial" w:cs="Arial"/>
        </w:rPr>
        <w:t>АО «Кировские коммунальные системы»</w:t>
      </w:r>
    </w:p>
    <w:p w:rsidR="00DB5359" w:rsidRPr="00F15CA4" w:rsidRDefault="00DB5359" w:rsidP="00DB5359">
      <w:pPr>
        <w:jc w:val="right"/>
        <w:rPr>
          <w:rFonts w:ascii="Arial" w:hAnsi="Arial" w:cs="Arial"/>
        </w:rPr>
      </w:pPr>
      <w:r w:rsidRPr="00F15CA4">
        <w:rPr>
          <w:rFonts w:ascii="Arial" w:hAnsi="Arial" w:cs="Arial"/>
        </w:rPr>
        <w:t>_____________________</w:t>
      </w:r>
      <w:r w:rsidR="002F3CE7">
        <w:rPr>
          <w:rFonts w:ascii="Arial" w:hAnsi="Arial" w:cs="Arial"/>
        </w:rPr>
        <w:t>Зыкин Е.Н.</w:t>
      </w:r>
    </w:p>
    <w:p w:rsidR="00DB5359" w:rsidRPr="00F15CA4" w:rsidRDefault="00DB5359" w:rsidP="00DB5359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____________________________20</w:t>
      </w:r>
      <w:r w:rsidR="000D0E72">
        <w:rPr>
          <w:rFonts w:ascii="Arial" w:hAnsi="Arial" w:cs="Arial"/>
        </w:rPr>
        <w:t>17</w:t>
      </w:r>
      <w:r w:rsidRPr="00F15CA4">
        <w:rPr>
          <w:rFonts w:ascii="Arial" w:hAnsi="Arial" w:cs="Arial"/>
        </w:rPr>
        <w:t>г.</w:t>
      </w:r>
    </w:p>
    <w:p w:rsidR="00DB5359" w:rsidRPr="00576950" w:rsidRDefault="00DB5359" w:rsidP="00DB5359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Cs/>
          <w:iCs/>
          <w:szCs w:val="28"/>
        </w:rPr>
      </w:pPr>
    </w:p>
    <w:p w:rsidR="00DB5359" w:rsidRPr="00DB5359" w:rsidRDefault="00DB5359" w:rsidP="00DB5359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DB5359">
        <w:rPr>
          <w:rFonts w:ascii="Arial" w:hAnsi="Arial" w:cs="Arial"/>
          <w:b/>
          <w:bCs/>
          <w:iCs/>
          <w:sz w:val="28"/>
          <w:szCs w:val="28"/>
        </w:rPr>
        <w:t>Техническое задание</w:t>
      </w:r>
    </w:p>
    <w:p w:rsidR="00375325" w:rsidRDefault="00375325" w:rsidP="00375325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/>
          <w:bCs/>
          <w:iCs/>
          <w:szCs w:val="28"/>
        </w:rPr>
      </w:pPr>
      <w:r w:rsidRPr="00375325">
        <w:rPr>
          <w:rFonts w:ascii="Arial" w:hAnsi="Arial" w:cs="Arial"/>
          <w:b/>
          <w:bCs/>
          <w:iCs/>
          <w:szCs w:val="28"/>
        </w:rPr>
        <w:t xml:space="preserve">на проектирование, выполнение строительно-монтажных и пуско-наладочных работ по объекту: </w:t>
      </w:r>
      <w:r>
        <w:rPr>
          <w:rFonts w:ascii="Arial" w:hAnsi="Arial" w:cs="Arial"/>
          <w:b/>
          <w:bCs/>
          <w:iCs/>
          <w:szCs w:val="28"/>
        </w:rPr>
        <w:t>«</w:t>
      </w:r>
      <w:r w:rsidR="00D61C3A" w:rsidRPr="00D61C3A">
        <w:rPr>
          <w:rFonts w:ascii="Arial" w:hAnsi="Arial" w:cs="Arial"/>
          <w:b/>
          <w:bCs/>
          <w:iCs/>
          <w:szCs w:val="28"/>
        </w:rPr>
        <w:t>Перевод КНС№3 с электрического на газовое отопление и ГВС</w:t>
      </w:r>
      <w:r>
        <w:rPr>
          <w:rFonts w:ascii="Arial" w:hAnsi="Arial" w:cs="Arial"/>
          <w:b/>
          <w:bCs/>
          <w:iCs/>
          <w:szCs w:val="28"/>
        </w:rPr>
        <w:t>»</w:t>
      </w:r>
    </w:p>
    <w:p w:rsidR="00375325" w:rsidRPr="00375325" w:rsidRDefault="00375325" w:rsidP="00375325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/>
          <w:bCs/>
          <w:iCs/>
          <w:szCs w:val="28"/>
        </w:rPr>
      </w:pPr>
    </w:p>
    <w:tbl>
      <w:tblPr>
        <w:tblW w:w="100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111"/>
        <w:gridCol w:w="5982"/>
      </w:tblGrid>
      <w:tr w:rsidR="00680783" w:rsidRPr="00680783" w:rsidTr="00D9188C">
        <w:trPr>
          <w:tblHeader/>
        </w:trPr>
        <w:tc>
          <w:tcPr>
            <w:tcW w:w="4111" w:type="dxa"/>
            <w:shd w:val="clear" w:color="auto" w:fill="CCCCCC"/>
          </w:tcPr>
          <w:p w:rsidR="00680783" w:rsidRPr="00174217" w:rsidRDefault="00576950" w:rsidP="00680783">
            <w:pPr>
              <w:jc w:val="center"/>
              <w:rPr>
                <w:rFonts w:ascii="Arial" w:hAnsi="Arial" w:cs="Arial"/>
                <w:b/>
              </w:rPr>
            </w:pPr>
            <w:r w:rsidRPr="00174217">
              <w:rPr>
                <w:rFonts w:ascii="Arial" w:hAnsi="Arial" w:cs="Arial"/>
                <w:b/>
              </w:rPr>
              <w:t>Перечень основных данных и требований</w:t>
            </w:r>
          </w:p>
        </w:tc>
        <w:tc>
          <w:tcPr>
            <w:tcW w:w="5982" w:type="dxa"/>
            <w:shd w:val="clear" w:color="auto" w:fill="CCCCCC"/>
          </w:tcPr>
          <w:p w:rsidR="00680783" w:rsidRPr="00174217" w:rsidRDefault="00576950" w:rsidP="00680783">
            <w:pPr>
              <w:jc w:val="center"/>
              <w:rPr>
                <w:rFonts w:ascii="Arial" w:hAnsi="Arial" w:cs="Arial"/>
                <w:b/>
              </w:rPr>
            </w:pPr>
            <w:r w:rsidRPr="00174217">
              <w:rPr>
                <w:rFonts w:ascii="Arial" w:hAnsi="Arial" w:cs="Arial"/>
                <w:b/>
              </w:rPr>
              <w:t>Содержание основных данных и требований</w:t>
            </w:r>
          </w:p>
          <w:p w:rsidR="00680783" w:rsidRPr="00174217" w:rsidRDefault="00680783" w:rsidP="00680783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DB5359" w:rsidRPr="00680783" w:rsidTr="00D9188C">
        <w:tc>
          <w:tcPr>
            <w:tcW w:w="4111" w:type="dxa"/>
          </w:tcPr>
          <w:p w:rsidR="00DB5359" w:rsidRPr="00174217" w:rsidRDefault="00DB5359" w:rsidP="00680783">
            <w:pPr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5982" w:type="dxa"/>
          </w:tcPr>
          <w:p w:rsidR="00DB5359" w:rsidRPr="00174217" w:rsidRDefault="00DB5359" w:rsidP="001C078F">
            <w:pPr>
              <w:jc w:val="both"/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АО «Кировские коммунальные системы»;</w:t>
            </w:r>
          </w:p>
          <w:p w:rsidR="00DB5359" w:rsidRPr="00174217" w:rsidRDefault="00DB5359" w:rsidP="001C078F">
            <w:pPr>
              <w:jc w:val="both"/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Юр. адрес: 610002, г. Киров, ул. Водопроводная, д.21;</w:t>
            </w:r>
          </w:p>
          <w:p w:rsidR="00DB5359" w:rsidRPr="00174217" w:rsidRDefault="00DB5359" w:rsidP="001C078F">
            <w:pPr>
              <w:jc w:val="both"/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Почтовый адрес: 610002, г. Киров, ул. Водопроводная, д.21;</w:t>
            </w:r>
          </w:p>
          <w:p w:rsidR="00DB5359" w:rsidRPr="00174217" w:rsidRDefault="00DB5359" w:rsidP="001C078F">
            <w:pPr>
              <w:jc w:val="both"/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р/с №40702810827320004913</w:t>
            </w:r>
            <w:r w:rsidR="00FB6EC5" w:rsidRPr="00174217">
              <w:rPr>
                <w:rFonts w:ascii="Arial" w:hAnsi="Arial" w:cs="Arial"/>
              </w:rPr>
              <w:t xml:space="preserve"> </w:t>
            </w:r>
            <w:r w:rsidR="00A918B5" w:rsidRPr="00174217">
              <w:rPr>
                <w:rFonts w:ascii="Arial" w:hAnsi="Arial" w:cs="Arial"/>
              </w:rPr>
              <w:t xml:space="preserve">в Кировском отделении №8612 ПАО Сбербанк </w:t>
            </w:r>
          </w:p>
          <w:p w:rsidR="00BB58B2" w:rsidRPr="00174217" w:rsidRDefault="004A0C20" w:rsidP="001C078F">
            <w:pPr>
              <w:jc w:val="both"/>
              <w:rPr>
                <w:rFonts w:ascii="Arial" w:hAnsi="Arial" w:cs="Arial"/>
              </w:rPr>
            </w:pPr>
            <w:proofErr w:type="spellStart"/>
            <w:r w:rsidRPr="00174217">
              <w:rPr>
                <w:rFonts w:ascii="Arial" w:hAnsi="Arial" w:cs="Arial"/>
              </w:rPr>
              <w:t>инн</w:t>
            </w:r>
            <w:proofErr w:type="spellEnd"/>
            <w:r w:rsidRPr="00174217">
              <w:rPr>
                <w:rFonts w:ascii="Arial" w:hAnsi="Arial" w:cs="Arial"/>
              </w:rPr>
              <w:t xml:space="preserve"> 434523096</w:t>
            </w:r>
            <w:r w:rsidR="00BB58B2" w:rsidRPr="00174217">
              <w:rPr>
                <w:rFonts w:ascii="Arial" w:hAnsi="Arial" w:cs="Arial"/>
              </w:rPr>
              <w:t xml:space="preserve"> </w:t>
            </w:r>
            <w:proofErr w:type="spellStart"/>
            <w:r w:rsidR="00BB58B2" w:rsidRPr="00174217">
              <w:rPr>
                <w:rFonts w:ascii="Arial" w:hAnsi="Arial" w:cs="Arial"/>
              </w:rPr>
              <w:t>кпп</w:t>
            </w:r>
            <w:proofErr w:type="spellEnd"/>
            <w:r w:rsidR="00BB58B2" w:rsidRPr="00174217">
              <w:rPr>
                <w:rFonts w:ascii="Arial" w:hAnsi="Arial" w:cs="Arial"/>
              </w:rPr>
              <w:t xml:space="preserve"> 434501001.</w:t>
            </w:r>
          </w:p>
          <w:p w:rsidR="00DB5359" w:rsidRPr="00174217" w:rsidRDefault="00DB5359" w:rsidP="001C078F">
            <w:pPr>
              <w:jc w:val="both"/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 xml:space="preserve">Электронная почта: </w:t>
            </w:r>
            <w:hyperlink r:id="rId7" w:history="1">
              <w:r w:rsidRPr="00174217">
                <w:rPr>
                  <w:rStyle w:val="a3"/>
                  <w:rFonts w:ascii="Arial" w:hAnsi="Arial" w:cs="Arial"/>
                  <w:lang w:val="en-US"/>
                </w:rPr>
                <w:t>secr</w:t>
              </w:r>
              <w:r w:rsidRPr="00174217">
                <w:rPr>
                  <w:rStyle w:val="a3"/>
                  <w:rFonts w:ascii="Arial" w:hAnsi="Arial" w:cs="Arial"/>
                </w:rPr>
                <w:t>@</w:t>
              </w:r>
              <w:r w:rsidRPr="00174217">
                <w:rPr>
                  <w:rStyle w:val="a3"/>
                  <w:rFonts w:ascii="Arial" w:hAnsi="Arial" w:cs="Arial"/>
                  <w:lang w:val="en-US"/>
                </w:rPr>
                <w:t>kcs</w:t>
              </w:r>
              <w:r w:rsidRPr="00174217">
                <w:rPr>
                  <w:rStyle w:val="a3"/>
                  <w:rFonts w:ascii="Arial" w:hAnsi="Arial" w:cs="Arial"/>
                </w:rPr>
                <w:t>.</w:t>
              </w:r>
              <w:r w:rsidRPr="00174217">
                <w:rPr>
                  <w:rStyle w:val="a3"/>
                  <w:rFonts w:ascii="Arial" w:hAnsi="Arial" w:cs="Arial"/>
                  <w:lang w:val="en-US"/>
                </w:rPr>
                <w:t>kirov</w:t>
              </w:r>
              <w:r w:rsidRPr="00174217">
                <w:rPr>
                  <w:rStyle w:val="a3"/>
                  <w:rFonts w:ascii="Arial" w:hAnsi="Arial" w:cs="Arial"/>
                </w:rPr>
                <w:t>.</w:t>
              </w:r>
              <w:proofErr w:type="spellStart"/>
              <w:r w:rsidRPr="00174217">
                <w:rPr>
                  <w:rStyle w:val="a3"/>
                  <w:rFonts w:ascii="Arial" w:hAnsi="Arial" w:cs="Arial"/>
                  <w:lang w:val="en-US"/>
                </w:rPr>
                <w:t>ru</w:t>
              </w:r>
              <w:proofErr w:type="spellEnd"/>
            </w:hyperlink>
          </w:p>
          <w:p w:rsidR="00DB5359" w:rsidRPr="00174217" w:rsidRDefault="00DB5359" w:rsidP="001C078F">
            <w:pPr>
              <w:jc w:val="both"/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Телефон: (8332) 37-24-24</w:t>
            </w:r>
          </w:p>
          <w:p w:rsidR="002C2DD8" w:rsidRPr="00174217" w:rsidRDefault="002C2DD8" w:rsidP="001C078F">
            <w:pPr>
              <w:jc w:val="both"/>
              <w:rPr>
                <w:rFonts w:ascii="Arial" w:hAnsi="Arial" w:cs="Arial"/>
              </w:rPr>
            </w:pPr>
          </w:p>
        </w:tc>
      </w:tr>
      <w:tr w:rsidR="00DB5359" w:rsidRPr="00680783" w:rsidTr="00D9188C">
        <w:tc>
          <w:tcPr>
            <w:tcW w:w="4111" w:type="dxa"/>
          </w:tcPr>
          <w:p w:rsidR="00DB5359" w:rsidRPr="00174217" w:rsidRDefault="00DB5359">
            <w:pPr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2. Основание для проведения работ</w:t>
            </w:r>
          </w:p>
        </w:tc>
        <w:tc>
          <w:tcPr>
            <w:tcW w:w="5982" w:type="dxa"/>
          </w:tcPr>
          <w:p w:rsidR="002C2DD8" w:rsidRPr="00174217" w:rsidRDefault="005D1122" w:rsidP="004D5314">
            <w:pPr>
              <w:jc w:val="both"/>
              <w:rPr>
                <w:rFonts w:ascii="Arial" w:hAnsi="Arial" w:cs="Arial"/>
              </w:rPr>
            </w:pPr>
            <w:r w:rsidRPr="00D61C3A">
              <w:rPr>
                <w:rFonts w:ascii="Arial" w:hAnsi="Arial" w:cs="Arial"/>
              </w:rPr>
              <w:t>Перевод КНС№3 с электрического на газовое отопление и ГВС</w:t>
            </w:r>
            <w:r>
              <w:rPr>
                <w:rFonts w:ascii="Arial" w:hAnsi="Arial" w:cs="Arial"/>
              </w:rPr>
              <w:t xml:space="preserve"> с целью уменьшения затрат на выработку тепловой энергии</w:t>
            </w:r>
          </w:p>
        </w:tc>
      </w:tr>
      <w:tr w:rsidR="002544B8" w:rsidRPr="00680783" w:rsidTr="00D9188C">
        <w:tc>
          <w:tcPr>
            <w:tcW w:w="4111" w:type="dxa"/>
          </w:tcPr>
          <w:p w:rsidR="002544B8" w:rsidRPr="00174217" w:rsidRDefault="002544B8">
            <w:pPr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3. Наименование и местоположение объекта</w:t>
            </w:r>
          </w:p>
        </w:tc>
        <w:tc>
          <w:tcPr>
            <w:tcW w:w="5982" w:type="dxa"/>
          </w:tcPr>
          <w:p w:rsidR="002C2DD8" w:rsidRPr="00174217" w:rsidRDefault="004D5314" w:rsidP="009D18D6">
            <w:pPr>
              <w:jc w:val="both"/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  <w:bCs/>
                <w:iCs/>
              </w:rPr>
              <w:t>АО «Кировские коммунальные системы» г. Киров</w:t>
            </w:r>
            <w:r w:rsidR="009D18D6" w:rsidRPr="00174217">
              <w:rPr>
                <w:rFonts w:ascii="Arial" w:hAnsi="Arial" w:cs="Arial"/>
                <w:bCs/>
                <w:iCs/>
              </w:rPr>
              <w:t>, ул. Северо-Садовая, 1</w:t>
            </w:r>
            <w:r w:rsidRPr="00174217">
              <w:rPr>
                <w:rFonts w:ascii="Arial" w:hAnsi="Arial" w:cs="Arial"/>
                <w:bCs/>
                <w:iCs/>
              </w:rPr>
              <w:t xml:space="preserve"> </w:t>
            </w:r>
            <w:r w:rsidR="009D18D6" w:rsidRPr="00174217">
              <w:rPr>
                <w:rFonts w:ascii="Arial" w:hAnsi="Arial" w:cs="Arial"/>
                <w:bCs/>
                <w:iCs/>
              </w:rPr>
              <w:t xml:space="preserve">КНС №3 </w:t>
            </w:r>
            <w:r w:rsidRPr="00174217">
              <w:rPr>
                <w:rFonts w:ascii="Arial" w:hAnsi="Arial" w:cs="Arial"/>
                <w:bCs/>
                <w:iCs/>
              </w:rPr>
              <w:t xml:space="preserve"> </w:t>
            </w:r>
          </w:p>
        </w:tc>
      </w:tr>
      <w:tr w:rsidR="002544B8" w:rsidRPr="00680783" w:rsidTr="00D9188C">
        <w:tc>
          <w:tcPr>
            <w:tcW w:w="4111" w:type="dxa"/>
          </w:tcPr>
          <w:p w:rsidR="002544B8" w:rsidRPr="00174217" w:rsidRDefault="002544B8" w:rsidP="00680783">
            <w:pPr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4. Источник финансирования</w:t>
            </w:r>
          </w:p>
        </w:tc>
        <w:tc>
          <w:tcPr>
            <w:tcW w:w="5982" w:type="dxa"/>
          </w:tcPr>
          <w:p w:rsidR="002C2DD8" w:rsidRPr="00174217" w:rsidRDefault="009D18D6" w:rsidP="009D18D6">
            <w:pPr>
              <w:jc w:val="both"/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 xml:space="preserve">Инвестиционная </w:t>
            </w:r>
            <w:r w:rsidR="004D5314" w:rsidRPr="00174217">
              <w:rPr>
                <w:rFonts w:ascii="Arial" w:hAnsi="Arial" w:cs="Arial"/>
              </w:rPr>
              <w:t>программа</w:t>
            </w:r>
          </w:p>
        </w:tc>
      </w:tr>
      <w:tr w:rsidR="002544B8" w:rsidRPr="00680783" w:rsidTr="00D9188C">
        <w:tc>
          <w:tcPr>
            <w:tcW w:w="4111" w:type="dxa"/>
          </w:tcPr>
          <w:p w:rsidR="002544B8" w:rsidRPr="00174217" w:rsidRDefault="002544B8" w:rsidP="00680783">
            <w:pPr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5. Цель и назначение работ</w:t>
            </w:r>
          </w:p>
        </w:tc>
        <w:tc>
          <w:tcPr>
            <w:tcW w:w="5982" w:type="dxa"/>
          </w:tcPr>
          <w:p w:rsidR="002C2DD8" w:rsidRPr="00174217" w:rsidRDefault="00375325" w:rsidP="00CB6F45">
            <w:pPr>
              <w:shd w:val="clear" w:color="auto" w:fill="FFFFFF"/>
              <w:tabs>
                <w:tab w:val="left" w:pos="381"/>
              </w:tabs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 xml:space="preserve">Проектирование, выполнение строительно-монтажных и пуско-наладочных работ по объекту: </w:t>
            </w:r>
            <w:r w:rsidR="00D61C3A" w:rsidRPr="00D61C3A">
              <w:rPr>
                <w:rFonts w:ascii="Arial" w:hAnsi="Arial" w:cs="Arial"/>
              </w:rPr>
              <w:t>Перевод КНС№3 с электрического на газовое отопление и ГВС</w:t>
            </w:r>
          </w:p>
        </w:tc>
      </w:tr>
      <w:tr w:rsidR="002544B8" w:rsidRPr="00680783" w:rsidTr="00D9188C">
        <w:trPr>
          <w:trHeight w:val="945"/>
        </w:trPr>
        <w:tc>
          <w:tcPr>
            <w:tcW w:w="4111" w:type="dxa"/>
          </w:tcPr>
          <w:p w:rsidR="002544B8" w:rsidRPr="00174217" w:rsidRDefault="002544B8">
            <w:pPr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6. Основные технико-экономические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5982" w:type="dxa"/>
          </w:tcPr>
          <w:p w:rsidR="007876B6" w:rsidRPr="00174217" w:rsidRDefault="00E05C7C" w:rsidP="008D4827">
            <w:pPr>
              <w:jc w:val="both"/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 xml:space="preserve">Здание площадью 352,3 </w:t>
            </w:r>
            <w:proofErr w:type="spellStart"/>
            <w:r w:rsidRPr="00174217">
              <w:rPr>
                <w:rFonts w:ascii="Arial" w:hAnsi="Arial" w:cs="Arial"/>
              </w:rPr>
              <w:t>кв.м</w:t>
            </w:r>
            <w:proofErr w:type="spellEnd"/>
            <w:r w:rsidRPr="00174217">
              <w:rPr>
                <w:rFonts w:ascii="Arial" w:hAnsi="Arial" w:cs="Arial"/>
              </w:rPr>
              <w:t>, стены кирпич, фундамент бетонный, перекрытие металлоконструкции, общий объем 807м3</w:t>
            </w:r>
            <w:r w:rsidR="008D4827" w:rsidRPr="00174217">
              <w:rPr>
                <w:rFonts w:ascii="Arial" w:hAnsi="Arial" w:cs="Arial"/>
              </w:rPr>
              <w:t>,</w:t>
            </w:r>
            <w:r w:rsidRPr="00174217">
              <w:rPr>
                <w:rFonts w:ascii="Arial" w:hAnsi="Arial" w:cs="Arial"/>
              </w:rPr>
              <w:t xml:space="preserve"> год ввода 1978</w:t>
            </w:r>
          </w:p>
        </w:tc>
      </w:tr>
      <w:tr w:rsidR="002544B8" w:rsidRPr="003F7C06" w:rsidTr="006A5F3D">
        <w:tc>
          <w:tcPr>
            <w:tcW w:w="4111" w:type="dxa"/>
            <w:shd w:val="clear" w:color="auto" w:fill="auto"/>
          </w:tcPr>
          <w:p w:rsidR="002544B8" w:rsidRPr="00174217" w:rsidRDefault="002544B8" w:rsidP="00680783">
            <w:pPr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7. Режим работы производства</w:t>
            </w:r>
          </w:p>
        </w:tc>
        <w:tc>
          <w:tcPr>
            <w:tcW w:w="5982" w:type="dxa"/>
            <w:shd w:val="clear" w:color="auto" w:fill="auto"/>
          </w:tcPr>
          <w:p w:rsidR="002C2DD8" w:rsidRPr="00174217" w:rsidRDefault="006A5F3D" w:rsidP="00620263">
            <w:pPr>
              <w:jc w:val="both"/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круглосуточно</w:t>
            </w:r>
          </w:p>
        </w:tc>
      </w:tr>
      <w:tr w:rsidR="00804654" w:rsidRPr="003F7C06" w:rsidTr="00D9188C">
        <w:tc>
          <w:tcPr>
            <w:tcW w:w="4111" w:type="dxa"/>
          </w:tcPr>
          <w:p w:rsidR="00804654" w:rsidRPr="00174217" w:rsidRDefault="00620263" w:rsidP="00680783">
            <w:pPr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8. Требования к исполнителю работ (подрядчику)</w:t>
            </w:r>
          </w:p>
        </w:tc>
        <w:tc>
          <w:tcPr>
            <w:tcW w:w="5982" w:type="dxa"/>
          </w:tcPr>
          <w:p w:rsidR="00804654" w:rsidRPr="00174217" w:rsidRDefault="00E03583" w:rsidP="00E03583">
            <w:pPr>
              <w:suppressAutoHyphens/>
              <w:ind w:right="33"/>
              <w:jc w:val="both"/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Работы по разработке п</w:t>
            </w:r>
            <w:r w:rsidR="00B52671" w:rsidRPr="00174217">
              <w:rPr>
                <w:rFonts w:ascii="Arial" w:hAnsi="Arial" w:cs="Arial"/>
              </w:rPr>
              <w:t>роектно-сметн</w:t>
            </w:r>
            <w:r w:rsidRPr="00174217">
              <w:rPr>
                <w:rFonts w:ascii="Arial" w:hAnsi="Arial" w:cs="Arial"/>
              </w:rPr>
              <w:t>ой</w:t>
            </w:r>
            <w:r w:rsidR="00B83E72" w:rsidRPr="00174217">
              <w:rPr>
                <w:rFonts w:ascii="Arial" w:hAnsi="Arial" w:cs="Arial"/>
              </w:rPr>
              <w:t>,</w:t>
            </w:r>
            <w:r w:rsidR="009D3810" w:rsidRPr="00174217">
              <w:rPr>
                <w:rFonts w:ascii="Arial" w:hAnsi="Arial" w:cs="Arial"/>
              </w:rPr>
              <w:t xml:space="preserve"> рабоч</w:t>
            </w:r>
            <w:r w:rsidRPr="00174217">
              <w:rPr>
                <w:rFonts w:ascii="Arial" w:hAnsi="Arial" w:cs="Arial"/>
              </w:rPr>
              <w:t>ей</w:t>
            </w:r>
            <w:r w:rsidR="00B52671" w:rsidRPr="00174217">
              <w:rPr>
                <w:rFonts w:ascii="Arial" w:hAnsi="Arial" w:cs="Arial"/>
              </w:rPr>
              <w:t xml:space="preserve"> документация</w:t>
            </w:r>
            <w:r w:rsidRPr="00174217">
              <w:rPr>
                <w:rFonts w:ascii="Arial" w:hAnsi="Arial" w:cs="Arial"/>
              </w:rPr>
              <w:t xml:space="preserve">, строительно-монтажные и пуско-наладочные работы должны выполняться организациями, </w:t>
            </w:r>
            <w:proofErr w:type="spellStart"/>
            <w:r w:rsidRPr="00174217">
              <w:rPr>
                <w:rFonts w:ascii="Arial" w:hAnsi="Arial" w:cs="Arial"/>
              </w:rPr>
              <w:t>допушенными</w:t>
            </w:r>
            <w:proofErr w:type="spellEnd"/>
            <w:r w:rsidRPr="00174217">
              <w:rPr>
                <w:rFonts w:ascii="Arial" w:hAnsi="Arial" w:cs="Arial"/>
              </w:rPr>
              <w:t xml:space="preserve"> к выполнению данных работ в установленном порядке в </w:t>
            </w:r>
            <w:proofErr w:type="spellStart"/>
            <w:r w:rsidRPr="00174217">
              <w:rPr>
                <w:rFonts w:ascii="Arial" w:hAnsi="Arial" w:cs="Arial"/>
              </w:rPr>
              <w:t>соответсвии</w:t>
            </w:r>
            <w:proofErr w:type="spellEnd"/>
            <w:r w:rsidRPr="00174217">
              <w:rPr>
                <w:rFonts w:ascii="Arial" w:hAnsi="Arial" w:cs="Arial"/>
              </w:rPr>
              <w:t xml:space="preserve"> с требованиями действующих нормативных документов.</w:t>
            </w:r>
            <w:r w:rsidR="00B52671" w:rsidRPr="00174217">
              <w:rPr>
                <w:rFonts w:ascii="Arial" w:hAnsi="Arial" w:cs="Arial"/>
              </w:rPr>
              <w:t xml:space="preserve"> должна быть разработана силами специализированной проектной организацией в соответствии с требованиями </w:t>
            </w:r>
            <w:r w:rsidR="00483017" w:rsidRPr="00174217">
              <w:rPr>
                <w:rFonts w:ascii="Arial" w:hAnsi="Arial" w:cs="Arial"/>
              </w:rPr>
              <w:t>действующих нормативных документов</w:t>
            </w:r>
          </w:p>
        </w:tc>
      </w:tr>
      <w:tr w:rsidR="00041C1D" w:rsidRPr="003F7C06" w:rsidTr="00D9188C">
        <w:tc>
          <w:tcPr>
            <w:tcW w:w="4111" w:type="dxa"/>
          </w:tcPr>
          <w:p w:rsidR="00041C1D" w:rsidRPr="00174217" w:rsidRDefault="00AC7678" w:rsidP="00680783">
            <w:pPr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9</w:t>
            </w:r>
            <w:r w:rsidR="00041C1D" w:rsidRPr="00174217">
              <w:rPr>
                <w:rFonts w:ascii="Arial" w:hAnsi="Arial" w:cs="Arial"/>
              </w:rPr>
              <w:t>. Состав и виды работ, выполняемых заказчиком</w:t>
            </w:r>
          </w:p>
        </w:tc>
        <w:tc>
          <w:tcPr>
            <w:tcW w:w="5982" w:type="dxa"/>
          </w:tcPr>
          <w:p w:rsidR="00041C1D" w:rsidRPr="00174217" w:rsidRDefault="00483017" w:rsidP="00271264">
            <w:pPr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Предоставление документации:</w:t>
            </w:r>
          </w:p>
          <w:p w:rsidR="00483017" w:rsidRPr="00174217" w:rsidRDefault="00483017" w:rsidP="00271264">
            <w:pPr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- расчет годового расхода тепла и п</w:t>
            </w:r>
            <w:r w:rsidR="005D1122">
              <w:rPr>
                <w:rFonts w:ascii="Arial" w:hAnsi="Arial" w:cs="Arial"/>
              </w:rPr>
              <w:t>риродного газа для нужд здания</w:t>
            </w:r>
          </w:p>
          <w:p w:rsidR="00483017" w:rsidRPr="00174217" w:rsidRDefault="00483017" w:rsidP="00271264">
            <w:pPr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- технические условия на подключение к сети газораспределения</w:t>
            </w:r>
            <w:r w:rsidR="00516D5D" w:rsidRPr="00174217">
              <w:rPr>
                <w:rFonts w:ascii="Arial" w:hAnsi="Arial" w:cs="Arial"/>
              </w:rPr>
              <w:t>,</w:t>
            </w:r>
            <w:r w:rsidR="007822E0" w:rsidRPr="00174217">
              <w:rPr>
                <w:rFonts w:ascii="Arial" w:hAnsi="Arial" w:cs="Arial"/>
              </w:rPr>
              <w:t xml:space="preserve"> </w:t>
            </w:r>
            <w:r w:rsidR="00516D5D" w:rsidRPr="00174217">
              <w:rPr>
                <w:rFonts w:ascii="Arial" w:hAnsi="Arial" w:cs="Arial"/>
              </w:rPr>
              <w:t>выданные</w:t>
            </w:r>
            <w:r w:rsidR="007822E0" w:rsidRPr="00174217">
              <w:rPr>
                <w:rFonts w:ascii="Arial" w:hAnsi="Arial" w:cs="Arial"/>
              </w:rPr>
              <w:t xml:space="preserve"> АО «Газпром газораспределение Киров»;</w:t>
            </w:r>
          </w:p>
          <w:p w:rsidR="00483017" w:rsidRPr="00174217" w:rsidRDefault="00483017" w:rsidP="00271264">
            <w:pPr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- план земельного участка</w:t>
            </w:r>
            <w:r w:rsidR="000434B3" w:rsidRPr="00174217">
              <w:rPr>
                <w:rFonts w:ascii="Arial" w:hAnsi="Arial" w:cs="Arial"/>
              </w:rPr>
              <w:t>.</w:t>
            </w:r>
          </w:p>
        </w:tc>
      </w:tr>
      <w:tr w:rsidR="002544B8" w:rsidRPr="003F7C06" w:rsidTr="00D9188C">
        <w:trPr>
          <w:trHeight w:val="461"/>
        </w:trPr>
        <w:tc>
          <w:tcPr>
            <w:tcW w:w="4111" w:type="dxa"/>
          </w:tcPr>
          <w:p w:rsidR="002544B8" w:rsidRPr="00174217" w:rsidRDefault="00AC7678">
            <w:pPr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10</w:t>
            </w:r>
            <w:r w:rsidR="002544B8" w:rsidRPr="00174217">
              <w:rPr>
                <w:rFonts w:ascii="Arial" w:hAnsi="Arial" w:cs="Arial"/>
              </w:rPr>
              <w:t>. Состав и виды работ, выполняемых подрядчиком</w:t>
            </w:r>
          </w:p>
        </w:tc>
        <w:tc>
          <w:tcPr>
            <w:tcW w:w="5982" w:type="dxa"/>
          </w:tcPr>
          <w:p w:rsidR="008D6C8E" w:rsidRPr="00174217" w:rsidRDefault="008D6C8E" w:rsidP="00174217">
            <w:pPr>
              <w:pStyle w:val="affc"/>
              <w:numPr>
                <w:ilvl w:val="0"/>
                <w:numId w:val="37"/>
              </w:numPr>
              <w:ind w:left="204" w:hanging="20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4217">
              <w:rPr>
                <w:rFonts w:ascii="Arial" w:hAnsi="Arial" w:cs="Arial"/>
                <w:sz w:val="20"/>
                <w:szCs w:val="20"/>
              </w:rPr>
              <w:t>Провести инженерные изыскания.</w:t>
            </w:r>
          </w:p>
          <w:p w:rsidR="005449EF" w:rsidRPr="00174217" w:rsidRDefault="008D6C8E" w:rsidP="00174217">
            <w:pPr>
              <w:pStyle w:val="affc"/>
              <w:numPr>
                <w:ilvl w:val="0"/>
                <w:numId w:val="37"/>
              </w:numPr>
              <w:ind w:left="204" w:hanging="20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4217">
              <w:rPr>
                <w:rFonts w:ascii="Arial" w:hAnsi="Arial" w:cs="Arial"/>
                <w:sz w:val="20"/>
                <w:szCs w:val="20"/>
              </w:rPr>
              <w:t>Разработать</w:t>
            </w:r>
            <w:r w:rsidR="00212E96" w:rsidRPr="00174217">
              <w:rPr>
                <w:rFonts w:ascii="Arial" w:hAnsi="Arial" w:cs="Arial"/>
                <w:sz w:val="20"/>
                <w:szCs w:val="20"/>
              </w:rPr>
              <w:t xml:space="preserve"> проектно-сметную</w:t>
            </w:r>
            <w:r w:rsidR="00174217" w:rsidRPr="001742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49EF" w:rsidRPr="00174217">
              <w:rPr>
                <w:rFonts w:ascii="Arial" w:hAnsi="Arial" w:cs="Arial"/>
                <w:sz w:val="20"/>
                <w:szCs w:val="20"/>
              </w:rPr>
              <w:t>и раб</w:t>
            </w:r>
            <w:r w:rsidRPr="00174217">
              <w:rPr>
                <w:rFonts w:ascii="Arial" w:hAnsi="Arial" w:cs="Arial"/>
                <w:sz w:val="20"/>
                <w:szCs w:val="20"/>
              </w:rPr>
              <w:t>очую</w:t>
            </w:r>
            <w:r w:rsidR="00212E96" w:rsidRPr="00174217">
              <w:rPr>
                <w:rFonts w:ascii="Arial" w:hAnsi="Arial" w:cs="Arial"/>
                <w:sz w:val="20"/>
                <w:szCs w:val="20"/>
              </w:rPr>
              <w:t xml:space="preserve"> документацию</w:t>
            </w:r>
            <w:r w:rsidR="005449EF" w:rsidRPr="00174217">
              <w:rPr>
                <w:rFonts w:ascii="Arial" w:hAnsi="Arial" w:cs="Arial"/>
                <w:sz w:val="20"/>
                <w:szCs w:val="20"/>
              </w:rPr>
              <w:t xml:space="preserve"> в объеме необходимом для выполнения строительно-монтажных и пуско-наладочных работ по газоснабжению здания канализационной насосной станции №3 в целях отопления и горячего водоснабжения.</w:t>
            </w:r>
          </w:p>
          <w:p w:rsidR="005449EF" w:rsidRPr="00174217" w:rsidRDefault="005449EF" w:rsidP="00BF234B">
            <w:pPr>
              <w:pStyle w:val="affc"/>
              <w:ind w:left="20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4217">
              <w:rPr>
                <w:rFonts w:ascii="Arial" w:hAnsi="Arial" w:cs="Arial"/>
                <w:sz w:val="20"/>
                <w:szCs w:val="20"/>
              </w:rPr>
              <w:t>При разработке проектно</w:t>
            </w:r>
            <w:r w:rsidR="00174217" w:rsidRPr="00174217">
              <w:rPr>
                <w:rFonts w:ascii="Arial" w:hAnsi="Arial" w:cs="Arial"/>
                <w:sz w:val="20"/>
                <w:szCs w:val="20"/>
              </w:rPr>
              <w:t>-сметной</w:t>
            </w:r>
            <w:r w:rsidRPr="00174217">
              <w:rPr>
                <w:rFonts w:ascii="Arial" w:hAnsi="Arial" w:cs="Arial"/>
                <w:sz w:val="20"/>
                <w:szCs w:val="20"/>
              </w:rPr>
              <w:t xml:space="preserve"> и рабочей документации</w:t>
            </w:r>
            <w:r w:rsidR="008D6C8E" w:rsidRPr="0017421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5449EF" w:rsidRPr="00174217" w:rsidRDefault="008D6C8E" w:rsidP="008D6C8E">
            <w:pPr>
              <w:pStyle w:val="affc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4217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5449EF" w:rsidRPr="00174217">
              <w:rPr>
                <w:rFonts w:ascii="Arial" w:hAnsi="Arial" w:cs="Arial"/>
                <w:sz w:val="20"/>
                <w:szCs w:val="20"/>
              </w:rPr>
              <w:t xml:space="preserve">выполнить «Технические условия на подключение к сети газораспределения объекта капитального </w:t>
            </w:r>
            <w:r w:rsidR="005449EF" w:rsidRPr="00174217">
              <w:rPr>
                <w:rFonts w:ascii="Arial" w:hAnsi="Arial" w:cs="Arial"/>
                <w:sz w:val="20"/>
                <w:szCs w:val="20"/>
              </w:rPr>
              <w:lastRenderedPageBreak/>
              <w:t>строительства» выданных АО «Газпром газораспределение Киров»;</w:t>
            </w:r>
          </w:p>
          <w:p w:rsidR="005449EF" w:rsidRPr="00174217" w:rsidRDefault="008D6C8E" w:rsidP="008D6C8E">
            <w:pPr>
              <w:pStyle w:val="affc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4217">
              <w:rPr>
                <w:rFonts w:ascii="Arial" w:hAnsi="Arial" w:cs="Arial"/>
                <w:sz w:val="20"/>
                <w:szCs w:val="20"/>
              </w:rPr>
              <w:t>- согласовать проект</w:t>
            </w:r>
            <w:r w:rsidR="00212E96" w:rsidRPr="00174217">
              <w:rPr>
                <w:rFonts w:ascii="Arial" w:hAnsi="Arial" w:cs="Arial"/>
                <w:sz w:val="20"/>
                <w:szCs w:val="20"/>
              </w:rPr>
              <w:t>но-сметную</w:t>
            </w:r>
            <w:r w:rsidRPr="00174217">
              <w:rPr>
                <w:rFonts w:ascii="Arial" w:hAnsi="Arial" w:cs="Arial"/>
                <w:sz w:val="20"/>
                <w:szCs w:val="20"/>
              </w:rPr>
              <w:t xml:space="preserve">, рабочую документацию и результаты инженерных изысканий с АО «Кировские коммунальные системы», АО «Газпром газораспределение Киров», перед </w:t>
            </w:r>
            <w:r w:rsidR="00294F2C">
              <w:rPr>
                <w:rFonts w:ascii="Arial" w:hAnsi="Arial" w:cs="Arial"/>
                <w:sz w:val="20"/>
                <w:szCs w:val="20"/>
              </w:rPr>
              <w:t xml:space="preserve">проверкой и согласованием </w:t>
            </w:r>
            <w:r w:rsidR="00294F2C" w:rsidRPr="00294F2C">
              <w:rPr>
                <w:rFonts w:ascii="Arial" w:hAnsi="Arial" w:cs="Arial"/>
                <w:sz w:val="20"/>
                <w:szCs w:val="20"/>
              </w:rPr>
              <w:t>в соответствии с требованиями действующих нормативных документов</w:t>
            </w:r>
            <w:bookmarkStart w:id="0" w:name="_GoBack"/>
            <w:bookmarkEnd w:id="0"/>
          </w:p>
          <w:p w:rsidR="005449EF" w:rsidRPr="00174217" w:rsidRDefault="005449EF" w:rsidP="00D61C3A">
            <w:pPr>
              <w:pStyle w:val="affc"/>
              <w:numPr>
                <w:ilvl w:val="0"/>
                <w:numId w:val="37"/>
              </w:numPr>
              <w:ind w:left="204" w:hanging="20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4217">
              <w:rPr>
                <w:rFonts w:ascii="Arial" w:hAnsi="Arial" w:cs="Arial"/>
                <w:sz w:val="20"/>
                <w:szCs w:val="20"/>
              </w:rPr>
              <w:t>П</w:t>
            </w:r>
            <w:r w:rsidR="00BF234B">
              <w:rPr>
                <w:rFonts w:ascii="Arial" w:hAnsi="Arial" w:cs="Arial"/>
                <w:sz w:val="20"/>
                <w:szCs w:val="20"/>
              </w:rPr>
              <w:t>оставка основного,</w:t>
            </w:r>
            <w:r w:rsidRPr="00174217">
              <w:rPr>
                <w:rFonts w:ascii="Arial" w:hAnsi="Arial" w:cs="Arial"/>
                <w:sz w:val="20"/>
                <w:szCs w:val="20"/>
              </w:rPr>
              <w:t xml:space="preserve"> вспомогательного оборудования и материалов</w:t>
            </w:r>
            <w:r w:rsidR="008D6C8E" w:rsidRPr="00174217">
              <w:rPr>
                <w:rFonts w:ascii="Arial" w:hAnsi="Arial" w:cs="Arial"/>
                <w:sz w:val="20"/>
                <w:szCs w:val="20"/>
              </w:rPr>
              <w:t xml:space="preserve"> необходимого для </w:t>
            </w:r>
            <w:r w:rsidR="00D61C3A">
              <w:rPr>
                <w:rFonts w:ascii="Arial" w:hAnsi="Arial" w:cs="Arial"/>
                <w:sz w:val="20"/>
                <w:szCs w:val="20"/>
              </w:rPr>
              <w:t>п</w:t>
            </w:r>
            <w:r w:rsidR="00D61C3A" w:rsidRPr="00D61C3A">
              <w:rPr>
                <w:rFonts w:ascii="Arial" w:hAnsi="Arial" w:cs="Arial"/>
                <w:sz w:val="20"/>
                <w:szCs w:val="20"/>
              </w:rPr>
              <w:t>еревод</w:t>
            </w:r>
            <w:r w:rsidR="00D61C3A">
              <w:rPr>
                <w:rFonts w:ascii="Arial" w:hAnsi="Arial" w:cs="Arial"/>
                <w:sz w:val="20"/>
                <w:szCs w:val="20"/>
              </w:rPr>
              <w:t>а</w:t>
            </w:r>
            <w:r w:rsidR="00D61C3A" w:rsidRPr="00D61C3A">
              <w:rPr>
                <w:rFonts w:ascii="Arial" w:hAnsi="Arial" w:cs="Arial"/>
                <w:sz w:val="20"/>
                <w:szCs w:val="20"/>
              </w:rPr>
              <w:t xml:space="preserve"> КНС№3 с электрического на газовое отопление и ГВС</w:t>
            </w:r>
            <w:r w:rsidRPr="0017421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449EF" w:rsidRPr="00174217" w:rsidRDefault="005449EF" w:rsidP="00BF234B">
            <w:pPr>
              <w:pStyle w:val="affc"/>
              <w:numPr>
                <w:ilvl w:val="0"/>
                <w:numId w:val="37"/>
              </w:numPr>
              <w:ind w:left="204" w:hanging="20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4217">
              <w:rPr>
                <w:rFonts w:ascii="Arial" w:hAnsi="Arial" w:cs="Arial"/>
                <w:sz w:val="20"/>
                <w:szCs w:val="20"/>
              </w:rPr>
              <w:t>Строительно-монтажные работы на строительной площадке Заказчика, включая:</w:t>
            </w:r>
          </w:p>
          <w:p w:rsidR="002F4248" w:rsidRPr="00174217" w:rsidRDefault="008D6C8E" w:rsidP="008D6C8E">
            <w:pPr>
              <w:pStyle w:val="affc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4217">
              <w:rPr>
                <w:rFonts w:ascii="Arial" w:hAnsi="Arial" w:cs="Arial"/>
                <w:sz w:val="20"/>
                <w:szCs w:val="20"/>
              </w:rPr>
              <w:t>-</w:t>
            </w:r>
            <w:r w:rsidR="005449EF" w:rsidRPr="00174217">
              <w:rPr>
                <w:rFonts w:ascii="Arial" w:hAnsi="Arial" w:cs="Arial"/>
                <w:sz w:val="20"/>
                <w:szCs w:val="20"/>
              </w:rPr>
              <w:tab/>
              <w:t>подготовку к проведению СМР</w:t>
            </w:r>
            <w:r w:rsidR="002F4248" w:rsidRPr="0017421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449EF" w:rsidRPr="00174217" w:rsidRDefault="002F4248" w:rsidP="008D6C8E">
            <w:pPr>
              <w:pStyle w:val="affc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4217">
              <w:rPr>
                <w:rFonts w:ascii="Arial" w:hAnsi="Arial" w:cs="Arial"/>
                <w:sz w:val="20"/>
                <w:szCs w:val="20"/>
              </w:rPr>
              <w:t xml:space="preserve">- прокладку </w:t>
            </w:r>
            <w:r w:rsidR="00B83E72" w:rsidRPr="00174217">
              <w:rPr>
                <w:rFonts w:ascii="Arial" w:hAnsi="Arial" w:cs="Arial"/>
                <w:sz w:val="20"/>
                <w:szCs w:val="20"/>
              </w:rPr>
              <w:t xml:space="preserve">сетей </w:t>
            </w:r>
            <w:proofErr w:type="spellStart"/>
            <w:r w:rsidR="00B83E72" w:rsidRPr="00174217">
              <w:rPr>
                <w:rFonts w:ascii="Arial" w:hAnsi="Arial" w:cs="Arial"/>
                <w:sz w:val="20"/>
                <w:szCs w:val="20"/>
              </w:rPr>
              <w:t>газопотребления</w:t>
            </w:r>
            <w:proofErr w:type="spellEnd"/>
            <w:r w:rsidRPr="00174217">
              <w:rPr>
                <w:rFonts w:ascii="Arial" w:hAnsi="Arial" w:cs="Arial"/>
                <w:sz w:val="20"/>
                <w:szCs w:val="20"/>
              </w:rPr>
              <w:t xml:space="preserve"> от точки подключения сетей АО «Газпром газораспределение Киров» до газоиспользующего оборудования;</w:t>
            </w:r>
          </w:p>
          <w:p w:rsidR="002F4248" w:rsidRPr="00174217" w:rsidRDefault="002F4248" w:rsidP="008D6C8E">
            <w:pPr>
              <w:pStyle w:val="affc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4217">
              <w:rPr>
                <w:rFonts w:ascii="Arial" w:hAnsi="Arial" w:cs="Arial"/>
                <w:sz w:val="20"/>
                <w:szCs w:val="20"/>
              </w:rPr>
              <w:t>- установка котлов газовых наружного размещения;</w:t>
            </w:r>
          </w:p>
          <w:p w:rsidR="002F4248" w:rsidRPr="00174217" w:rsidRDefault="002F4248" w:rsidP="008D6C8E">
            <w:pPr>
              <w:pStyle w:val="affc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4217">
              <w:rPr>
                <w:rFonts w:ascii="Arial" w:hAnsi="Arial" w:cs="Arial"/>
                <w:sz w:val="20"/>
                <w:szCs w:val="20"/>
              </w:rPr>
              <w:t>- подключение котлов с сетям отопления, электроснабжения и горячего водоснабжения;</w:t>
            </w:r>
          </w:p>
          <w:p w:rsidR="002F4248" w:rsidRPr="00174217" w:rsidRDefault="002F4248" w:rsidP="008D6C8E">
            <w:pPr>
              <w:pStyle w:val="affc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4217">
              <w:rPr>
                <w:rFonts w:ascii="Arial" w:hAnsi="Arial" w:cs="Arial"/>
                <w:sz w:val="20"/>
                <w:szCs w:val="20"/>
              </w:rPr>
              <w:t>- подключение существующего электрического котла в качестве резервного источника теплоснабжения;</w:t>
            </w:r>
          </w:p>
          <w:p w:rsidR="002F4248" w:rsidRPr="00174217" w:rsidRDefault="002F4248" w:rsidP="008D6C8E">
            <w:pPr>
              <w:pStyle w:val="affc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4217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B83E72" w:rsidRPr="00174217">
              <w:rPr>
                <w:rFonts w:ascii="Arial" w:hAnsi="Arial" w:cs="Arial"/>
                <w:sz w:val="20"/>
                <w:szCs w:val="20"/>
              </w:rPr>
              <w:t>установку</w:t>
            </w:r>
            <w:r w:rsidRPr="00174217">
              <w:rPr>
                <w:rFonts w:ascii="Arial" w:hAnsi="Arial" w:cs="Arial"/>
                <w:sz w:val="20"/>
                <w:szCs w:val="20"/>
              </w:rPr>
              <w:t xml:space="preserve"> бойлера косвенного нагрева</w:t>
            </w:r>
            <w:r w:rsidR="00EC4CF6" w:rsidRPr="00174217">
              <w:rPr>
                <w:rFonts w:ascii="Arial" w:hAnsi="Arial" w:cs="Arial"/>
                <w:sz w:val="20"/>
                <w:szCs w:val="20"/>
              </w:rPr>
              <w:t xml:space="preserve"> с подключением к сетям холодного, горячего водоснабжения и источнику подачи теплоносителя;</w:t>
            </w:r>
          </w:p>
          <w:p w:rsidR="00EC4CF6" w:rsidRPr="00174217" w:rsidRDefault="00EC4CF6" w:rsidP="008D6C8E">
            <w:pPr>
              <w:pStyle w:val="affc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4217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B83E72" w:rsidRPr="00174217">
              <w:rPr>
                <w:rFonts w:ascii="Arial" w:hAnsi="Arial" w:cs="Arial"/>
                <w:sz w:val="20"/>
                <w:szCs w:val="20"/>
              </w:rPr>
              <w:t>установку узла учета газа для газоиспользующего оборудования с температурным корректором и дистанционной передачей данных о расходе газа;</w:t>
            </w:r>
          </w:p>
          <w:p w:rsidR="000D7F9A" w:rsidRPr="00174217" w:rsidRDefault="000D7F9A" w:rsidP="000D7F9A">
            <w:pPr>
              <w:pStyle w:val="affc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4217">
              <w:rPr>
                <w:rFonts w:ascii="Arial" w:hAnsi="Arial" w:cs="Arial"/>
                <w:sz w:val="20"/>
                <w:szCs w:val="20"/>
              </w:rPr>
              <w:t>- подготовка документов и сдача измерительного комплекса в качестве коммерческого узла учета газа (в эксплуатацию);</w:t>
            </w:r>
          </w:p>
          <w:p w:rsidR="00E03583" w:rsidRPr="00174217" w:rsidRDefault="00E03583" w:rsidP="00E03583">
            <w:pPr>
              <w:pStyle w:val="affc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4217">
              <w:rPr>
                <w:rFonts w:ascii="Arial" w:hAnsi="Arial" w:cs="Arial"/>
                <w:sz w:val="20"/>
                <w:szCs w:val="20"/>
              </w:rPr>
              <w:t>- выполнение других работ согласно проектно-сметной и рабочей документации.</w:t>
            </w:r>
          </w:p>
          <w:p w:rsidR="005449EF" w:rsidRPr="00174217" w:rsidRDefault="000D7F9A" w:rsidP="000D7F9A">
            <w:pPr>
              <w:pStyle w:val="affc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4217">
              <w:rPr>
                <w:rFonts w:ascii="Arial" w:hAnsi="Arial" w:cs="Arial"/>
                <w:sz w:val="20"/>
                <w:szCs w:val="20"/>
              </w:rPr>
              <w:t xml:space="preserve">- выполнение пуско-наладочных </w:t>
            </w:r>
            <w:r w:rsidR="005449EF" w:rsidRPr="00174217">
              <w:rPr>
                <w:rFonts w:ascii="Arial" w:hAnsi="Arial" w:cs="Arial"/>
                <w:sz w:val="20"/>
                <w:szCs w:val="20"/>
              </w:rPr>
              <w:t>раб</w:t>
            </w:r>
            <w:r w:rsidRPr="00174217">
              <w:rPr>
                <w:rFonts w:ascii="Arial" w:hAnsi="Arial" w:cs="Arial"/>
                <w:sz w:val="20"/>
                <w:szCs w:val="20"/>
              </w:rPr>
              <w:t>от с выдачей</w:t>
            </w:r>
            <w:r w:rsidR="005449EF" w:rsidRPr="00174217">
              <w:rPr>
                <w:rFonts w:ascii="Arial" w:hAnsi="Arial" w:cs="Arial"/>
                <w:sz w:val="20"/>
                <w:szCs w:val="20"/>
              </w:rPr>
              <w:t xml:space="preserve"> отчетов проведения пуско-наладочных работ, инструкций по работе Оборудования, обучение и инструктаж специалистов службы эксплуатации Заказчика.</w:t>
            </w:r>
          </w:p>
          <w:p w:rsidR="000D7F9A" w:rsidRPr="00174217" w:rsidRDefault="005449EF" w:rsidP="00212E96">
            <w:pPr>
              <w:pStyle w:val="affc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4217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0D7F9A" w:rsidRPr="00174217">
              <w:rPr>
                <w:rFonts w:ascii="Arial" w:hAnsi="Arial" w:cs="Arial"/>
                <w:sz w:val="20"/>
                <w:szCs w:val="20"/>
              </w:rPr>
              <w:t>с</w:t>
            </w:r>
            <w:r w:rsidRPr="00174217">
              <w:rPr>
                <w:rFonts w:ascii="Arial" w:hAnsi="Arial" w:cs="Arial"/>
                <w:sz w:val="20"/>
                <w:szCs w:val="20"/>
              </w:rPr>
              <w:t xml:space="preserve">дача котлов в эксплуатацию </w:t>
            </w:r>
            <w:r w:rsidR="000D7F9A" w:rsidRPr="00174217">
              <w:rPr>
                <w:rFonts w:ascii="Arial" w:hAnsi="Arial" w:cs="Arial"/>
                <w:sz w:val="20"/>
                <w:szCs w:val="20"/>
              </w:rPr>
              <w:t xml:space="preserve">в соответствии с требованиями действующих нормативных документов </w:t>
            </w:r>
          </w:p>
          <w:p w:rsidR="009E1E85" w:rsidRPr="00174217" w:rsidRDefault="009E1E85" w:rsidP="009E1E85">
            <w:pPr>
              <w:pStyle w:val="affc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44B8" w:rsidRPr="003F7C06" w:rsidTr="00D9188C">
        <w:trPr>
          <w:trHeight w:val="1134"/>
        </w:trPr>
        <w:tc>
          <w:tcPr>
            <w:tcW w:w="4111" w:type="dxa"/>
          </w:tcPr>
          <w:p w:rsidR="002544B8" w:rsidRPr="00174217" w:rsidRDefault="00AC7678" w:rsidP="00041C1D">
            <w:pPr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lastRenderedPageBreak/>
              <w:t>11</w:t>
            </w:r>
            <w:r w:rsidR="00041C1D" w:rsidRPr="00174217">
              <w:rPr>
                <w:rFonts w:ascii="Arial" w:hAnsi="Arial" w:cs="Arial"/>
              </w:rPr>
              <w:t>.</w:t>
            </w:r>
            <w:r w:rsidR="002544B8" w:rsidRPr="00174217">
              <w:rPr>
                <w:rFonts w:ascii="Arial" w:hAnsi="Arial" w:cs="Arial"/>
              </w:rPr>
              <w:t>Требования к используемому</w:t>
            </w:r>
            <w:r w:rsidR="00405C12" w:rsidRPr="00174217">
              <w:rPr>
                <w:rFonts w:ascii="Arial" w:hAnsi="Arial" w:cs="Arial"/>
              </w:rPr>
              <w:t xml:space="preserve"> </w:t>
            </w:r>
            <w:r w:rsidR="002544B8" w:rsidRPr="00174217">
              <w:rPr>
                <w:rFonts w:ascii="Arial" w:hAnsi="Arial" w:cs="Arial"/>
              </w:rPr>
              <w:t>оборудованию (включая источник поставки – заказчик/подрядчик, гарантийные требования, сроки поставки и пр.)</w:t>
            </w:r>
          </w:p>
        </w:tc>
        <w:tc>
          <w:tcPr>
            <w:tcW w:w="5982" w:type="dxa"/>
          </w:tcPr>
          <w:p w:rsidR="002C2DD8" w:rsidRDefault="00A23395" w:rsidP="00F33E8E">
            <w:pPr>
              <w:tabs>
                <w:tab w:val="left" w:pos="459"/>
              </w:tabs>
              <w:ind w:left="9"/>
              <w:jc w:val="both"/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Все необходимое оборудование, комплектующие изделия, инструменты, оснастка перед началом производства работ имеются в наличии у Подрядчика. Поставку необходимых материалов, изделий и оборудования осуществляет Подрядчик.</w:t>
            </w:r>
          </w:p>
          <w:p w:rsidR="00F56AA2" w:rsidRPr="00174217" w:rsidRDefault="00F56AA2" w:rsidP="00F56AA2">
            <w:pPr>
              <w:tabs>
                <w:tab w:val="left" w:pos="459"/>
              </w:tabs>
              <w:ind w:left="9"/>
              <w:jc w:val="both"/>
              <w:rPr>
                <w:rFonts w:ascii="Arial" w:hAnsi="Arial" w:cs="Arial"/>
              </w:rPr>
            </w:pPr>
            <w:r w:rsidRPr="00F56AA2">
              <w:rPr>
                <w:rFonts w:ascii="Arial" w:hAnsi="Arial" w:cs="Arial"/>
              </w:rPr>
              <w:t>Все поставляемое Оборудование должно быть новым (которое не было в употреблении, не прошло ремонт, в том числе восстановление, замену составных частей, восстановление потребительских свойств), произведено не ранее 201</w:t>
            </w:r>
            <w:r>
              <w:rPr>
                <w:rFonts w:ascii="Arial" w:hAnsi="Arial" w:cs="Arial"/>
              </w:rPr>
              <w:t>7</w:t>
            </w:r>
            <w:r w:rsidRPr="00F56AA2">
              <w:rPr>
                <w:rFonts w:ascii="Arial" w:hAnsi="Arial" w:cs="Arial"/>
              </w:rPr>
              <w:t xml:space="preserve"> года, не должно иметь дефектов, связанных с конструкцией, материалами или работой по их изготовлению, в результате действия или упущения производителя и/или Поставщик</w:t>
            </w:r>
            <w:r>
              <w:rPr>
                <w:rFonts w:ascii="Arial" w:hAnsi="Arial" w:cs="Arial"/>
              </w:rPr>
              <w:t>а</w:t>
            </w:r>
          </w:p>
        </w:tc>
      </w:tr>
      <w:tr w:rsidR="00D656F5" w:rsidRPr="003F7C06" w:rsidTr="00D9188C">
        <w:trPr>
          <w:trHeight w:val="445"/>
        </w:trPr>
        <w:tc>
          <w:tcPr>
            <w:tcW w:w="4111" w:type="dxa"/>
          </w:tcPr>
          <w:p w:rsidR="00D656F5" w:rsidRPr="00174217" w:rsidRDefault="00D656F5" w:rsidP="00041C1D">
            <w:pPr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  <w:spacing w:val="-7"/>
              </w:rPr>
              <w:lastRenderedPageBreak/>
              <w:t>1</w:t>
            </w:r>
            <w:r w:rsidR="00AC7678" w:rsidRPr="00174217">
              <w:rPr>
                <w:rFonts w:ascii="Arial" w:hAnsi="Arial" w:cs="Arial"/>
                <w:spacing w:val="-7"/>
              </w:rPr>
              <w:t>2</w:t>
            </w:r>
            <w:r w:rsidR="00041C1D" w:rsidRPr="00174217">
              <w:rPr>
                <w:rFonts w:ascii="Arial" w:hAnsi="Arial" w:cs="Arial"/>
                <w:spacing w:val="-7"/>
              </w:rPr>
              <w:t>.</w:t>
            </w:r>
            <w:r w:rsidRPr="00174217">
              <w:rPr>
                <w:rFonts w:ascii="Arial" w:hAnsi="Arial" w:cs="Arial"/>
                <w:spacing w:val="-7"/>
              </w:rPr>
              <w:t xml:space="preserve"> Состав разделов </w:t>
            </w:r>
            <w:r w:rsidRPr="00174217">
              <w:rPr>
                <w:rFonts w:ascii="Arial" w:hAnsi="Arial" w:cs="Arial"/>
                <w:spacing w:val="-6"/>
              </w:rPr>
              <w:t xml:space="preserve">документации и требования </w:t>
            </w:r>
            <w:r w:rsidRPr="00174217">
              <w:rPr>
                <w:rFonts w:ascii="Arial" w:hAnsi="Arial" w:cs="Arial"/>
              </w:rPr>
              <w:t>к их содержанию</w:t>
            </w:r>
          </w:p>
        </w:tc>
        <w:tc>
          <w:tcPr>
            <w:tcW w:w="5982" w:type="dxa"/>
          </w:tcPr>
          <w:p w:rsidR="006B6F76" w:rsidRPr="00174217" w:rsidRDefault="00A27463" w:rsidP="00212E96">
            <w:pPr>
              <w:pStyle w:val="ConsPlusNormal"/>
              <w:ind w:firstLine="0"/>
              <w:jc w:val="both"/>
              <w:rPr>
                <w:spacing w:val="-9"/>
              </w:rPr>
            </w:pPr>
            <w:r w:rsidRPr="00174217">
              <w:rPr>
                <w:spacing w:val="-9"/>
              </w:rPr>
              <w:t xml:space="preserve">1. </w:t>
            </w:r>
            <w:r w:rsidR="00212E96" w:rsidRPr="00174217">
              <w:rPr>
                <w:spacing w:val="-9"/>
              </w:rPr>
              <w:t>Проектно-сметная и рабочая документация</w:t>
            </w:r>
          </w:p>
          <w:p w:rsidR="00212E96" w:rsidRPr="00174217" w:rsidRDefault="00212E96" w:rsidP="00212E96">
            <w:pPr>
              <w:pStyle w:val="ConsPlusNormal"/>
              <w:ind w:firstLine="0"/>
              <w:jc w:val="both"/>
              <w:rPr>
                <w:spacing w:val="-9"/>
              </w:rPr>
            </w:pPr>
            <w:r w:rsidRPr="00174217">
              <w:rPr>
                <w:spacing w:val="-9"/>
              </w:rPr>
              <w:t>2. Акты скрытых работ</w:t>
            </w:r>
          </w:p>
          <w:p w:rsidR="00212E96" w:rsidRPr="00174217" w:rsidRDefault="00212E96" w:rsidP="00212E96">
            <w:pPr>
              <w:pStyle w:val="ConsPlusNormal"/>
              <w:ind w:firstLine="0"/>
              <w:jc w:val="both"/>
              <w:rPr>
                <w:spacing w:val="-9"/>
              </w:rPr>
            </w:pPr>
            <w:r w:rsidRPr="00174217">
              <w:rPr>
                <w:spacing w:val="-9"/>
              </w:rPr>
              <w:t>3. Отчет о проведении пуско-наладочных работ.</w:t>
            </w:r>
          </w:p>
          <w:p w:rsidR="00212E96" w:rsidRPr="00174217" w:rsidRDefault="00212E96" w:rsidP="00212E96">
            <w:pPr>
              <w:pStyle w:val="ConsPlusNormal"/>
              <w:ind w:firstLine="0"/>
              <w:jc w:val="both"/>
              <w:rPr>
                <w:spacing w:val="-9"/>
              </w:rPr>
            </w:pPr>
            <w:r w:rsidRPr="00174217">
              <w:rPr>
                <w:spacing w:val="-9"/>
              </w:rPr>
              <w:t>4. Инструкции по работе Оборудования.</w:t>
            </w:r>
          </w:p>
          <w:p w:rsidR="00212E96" w:rsidRPr="00174217" w:rsidRDefault="00212E96" w:rsidP="00212E96">
            <w:pPr>
              <w:pStyle w:val="ConsPlusNormal"/>
              <w:ind w:firstLine="0"/>
              <w:jc w:val="both"/>
              <w:rPr>
                <w:spacing w:val="-9"/>
              </w:rPr>
            </w:pPr>
            <w:r w:rsidRPr="00174217">
              <w:rPr>
                <w:spacing w:val="-9"/>
              </w:rPr>
              <w:t>5. Паспорта и сертификаты на установленное оборудование и материалы.</w:t>
            </w:r>
          </w:p>
        </w:tc>
      </w:tr>
      <w:tr w:rsidR="00D656F5" w:rsidRPr="003F7C06" w:rsidTr="00D9188C">
        <w:trPr>
          <w:trHeight w:val="424"/>
        </w:trPr>
        <w:tc>
          <w:tcPr>
            <w:tcW w:w="4111" w:type="dxa"/>
          </w:tcPr>
          <w:p w:rsidR="00D656F5" w:rsidRPr="00174217" w:rsidRDefault="00D656F5" w:rsidP="00405C12">
            <w:pPr>
              <w:rPr>
                <w:rFonts w:ascii="Arial" w:hAnsi="Arial" w:cs="Arial"/>
                <w:spacing w:val="-7"/>
              </w:rPr>
            </w:pPr>
            <w:r w:rsidRPr="00174217">
              <w:rPr>
                <w:rFonts w:ascii="Arial" w:hAnsi="Arial" w:cs="Arial"/>
                <w:spacing w:val="-7"/>
              </w:rPr>
              <w:t>1</w:t>
            </w:r>
            <w:r w:rsidR="00AC7678" w:rsidRPr="00174217">
              <w:rPr>
                <w:rFonts w:ascii="Arial" w:hAnsi="Arial" w:cs="Arial"/>
                <w:spacing w:val="-7"/>
              </w:rPr>
              <w:t>3</w:t>
            </w:r>
            <w:r w:rsidRPr="00174217">
              <w:rPr>
                <w:rFonts w:ascii="Arial" w:hAnsi="Arial" w:cs="Arial"/>
                <w:spacing w:val="-7"/>
              </w:rPr>
              <w:t xml:space="preserve">. Оформление </w:t>
            </w:r>
            <w:r w:rsidRPr="00174217">
              <w:rPr>
                <w:rFonts w:ascii="Arial" w:hAnsi="Arial" w:cs="Arial"/>
                <w:spacing w:val="-9"/>
              </w:rPr>
              <w:t xml:space="preserve">принимаемых решений в ходе </w:t>
            </w:r>
            <w:r w:rsidRPr="00174217">
              <w:rPr>
                <w:rFonts w:ascii="Arial" w:hAnsi="Arial" w:cs="Arial"/>
              </w:rPr>
              <w:t>выполнения работ</w:t>
            </w:r>
          </w:p>
        </w:tc>
        <w:tc>
          <w:tcPr>
            <w:tcW w:w="5982" w:type="dxa"/>
          </w:tcPr>
          <w:p w:rsidR="002C2DD8" w:rsidRPr="00174217" w:rsidRDefault="00A23395" w:rsidP="00D656F5">
            <w:pPr>
              <w:jc w:val="both"/>
              <w:rPr>
                <w:rFonts w:ascii="Arial" w:hAnsi="Arial" w:cs="Arial"/>
                <w:spacing w:val="-5"/>
              </w:rPr>
            </w:pPr>
            <w:r w:rsidRPr="00174217">
              <w:rPr>
                <w:rFonts w:ascii="Arial" w:hAnsi="Arial" w:cs="Arial"/>
                <w:spacing w:val="-5"/>
              </w:rPr>
              <w:t xml:space="preserve">Принимаемые решения, по возникающим в ходе выполнения работ вопросам, оформляются протоколом заседания </w:t>
            </w:r>
            <w:proofErr w:type="spellStart"/>
            <w:r w:rsidRPr="00174217">
              <w:rPr>
                <w:rFonts w:ascii="Arial" w:hAnsi="Arial" w:cs="Arial"/>
                <w:spacing w:val="-5"/>
              </w:rPr>
              <w:t>техсовета</w:t>
            </w:r>
            <w:proofErr w:type="spellEnd"/>
            <w:r w:rsidRPr="00174217">
              <w:rPr>
                <w:rFonts w:ascii="Arial" w:hAnsi="Arial" w:cs="Arial"/>
                <w:spacing w:val="-5"/>
              </w:rPr>
              <w:t xml:space="preserve"> Заказчика в присутствии представителя Подрядчика.</w:t>
            </w:r>
          </w:p>
        </w:tc>
      </w:tr>
      <w:tr w:rsidR="00D656F5" w:rsidRPr="003F7C06" w:rsidTr="00D9188C">
        <w:tc>
          <w:tcPr>
            <w:tcW w:w="4111" w:type="dxa"/>
          </w:tcPr>
          <w:p w:rsidR="00D656F5" w:rsidRPr="00174217" w:rsidRDefault="00D656F5" w:rsidP="00405C12">
            <w:pPr>
              <w:rPr>
                <w:rFonts w:ascii="Arial" w:hAnsi="Arial" w:cs="Arial"/>
                <w:spacing w:val="-7"/>
              </w:rPr>
            </w:pPr>
            <w:r w:rsidRPr="00174217">
              <w:rPr>
                <w:rFonts w:ascii="Arial" w:hAnsi="Arial" w:cs="Arial"/>
                <w:spacing w:val="-7"/>
              </w:rPr>
              <w:t>1</w:t>
            </w:r>
            <w:r w:rsidR="00AC7678" w:rsidRPr="00174217">
              <w:rPr>
                <w:rFonts w:ascii="Arial" w:hAnsi="Arial" w:cs="Arial"/>
                <w:spacing w:val="-7"/>
              </w:rPr>
              <w:t>4</w:t>
            </w:r>
            <w:r w:rsidRPr="00174217">
              <w:rPr>
                <w:rFonts w:ascii="Arial" w:hAnsi="Arial" w:cs="Arial"/>
                <w:spacing w:val="-7"/>
              </w:rPr>
              <w:t>. Требования</w:t>
            </w:r>
            <w:r w:rsidRPr="00174217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Pr="00174217">
              <w:rPr>
                <w:rFonts w:ascii="Arial" w:hAnsi="Arial" w:cs="Arial"/>
                <w:spacing w:val="-8"/>
              </w:rPr>
              <w:t>к технологическим решениям</w:t>
            </w:r>
          </w:p>
        </w:tc>
        <w:tc>
          <w:tcPr>
            <w:tcW w:w="5982" w:type="dxa"/>
          </w:tcPr>
          <w:p w:rsidR="00D656F5" w:rsidRPr="00174217" w:rsidRDefault="00A23395" w:rsidP="00680783">
            <w:pPr>
              <w:jc w:val="both"/>
              <w:rPr>
                <w:rFonts w:ascii="Arial" w:hAnsi="Arial" w:cs="Arial"/>
                <w:spacing w:val="-9"/>
              </w:rPr>
            </w:pPr>
            <w:r w:rsidRPr="00174217">
              <w:rPr>
                <w:rFonts w:ascii="Arial" w:hAnsi="Arial" w:cs="Arial"/>
                <w:spacing w:val="-9"/>
              </w:rPr>
              <w:t>В соответствии с требованиями действующей нормативной документации и действующего законодательства.</w:t>
            </w:r>
          </w:p>
        </w:tc>
      </w:tr>
      <w:tr w:rsidR="00D656F5" w:rsidRPr="003F7C06" w:rsidTr="00D9188C">
        <w:tc>
          <w:tcPr>
            <w:tcW w:w="4111" w:type="dxa"/>
          </w:tcPr>
          <w:p w:rsidR="00D656F5" w:rsidRPr="00174217" w:rsidRDefault="00D656F5">
            <w:pPr>
              <w:rPr>
                <w:rFonts w:ascii="Arial" w:hAnsi="Arial" w:cs="Arial"/>
                <w:spacing w:val="-8"/>
              </w:rPr>
            </w:pPr>
            <w:r w:rsidRPr="00174217">
              <w:rPr>
                <w:rFonts w:ascii="Arial" w:hAnsi="Arial" w:cs="Arial"/>
              </w:rPr>
              <w:t>1</w:t>
            </w:r>
            <w:r w:rsidR="00AC7678" w:rsidRPr="00174217">
              <w:rPr>
                <w:rFonts w:ascii="Arial" w:hAnsi="Arial" w:cs="Arial"/>
              </w:rPr>
              <w:t>5</w:t>
            </w:r>
            <w:r w:rsidRPr="00174217">
              <w:rPr>
                <w:rFonts w:ascii="Arial" w:hAnsi="Arial" w:cs="Arial"/>
              </w:rPr>
              <w:t>. Требования к сметной документации</w:t>
            </w:r>
          </w:p>
        </w:tc>
        <w:tc>
          <w:tcPr>
            <w:tcW w:w="5982" w:type="dxa"/>
          </w:tcPr>
          <w:p w:rsidR="00557C7B" w:rsidRPr="00174217" w:rsidRDefault="00405C12" w:rsidP="00405C12">
            <w:pPr>
              <w:jc w:val="both"/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Расчет стоимости работ</w:t>
            </w:r>
            <w:r w:rsidR="00D656F5" w:rsidRPr="00174217">
              <w:rPr>
                <w:rFonts w:ascii="Arial" w:hAnsi="Arial" w:cs="Arial"/>
              </w:rPr>
              <w:t xml:space="preserve"> производится  </w:t>
            </w:r>
            <w:r w:rsidRPr="00174217">
              <w:rPr>
                <w:rFonts w:ascii="Arial" w:hAnsi="Arial" w:cs="Arial"/>
              </w:rPr>
              <w:t>согласно  Методике  определения</w:t>
            </w:r>
            <w:r w:rsidR="00D656F5" w:rsidRPr="00174217">
              <w:rPr>
                <w:rFonts w:ascii="Arial" w:hAnsi="Arial" w:cs="Arial"/>
              </w:rPr>
              <w:t xml:space="preserve"> сто</w:t>
            </w:r>
            <w:r w:rsidRPr="00174217">
              <w:rPr>
                <w:rFonts w:ascii="Arial" w:hAnsi="Arial" w:cs="Arial"/>
              </w:rPr>
              <w:t>имости  строительной  продукции</w:t>
            </w:r>
            <w:r w:rsidR="00D656F5" w:rsidRPr="00174217">
              <w:rPr>
                <w:rFonts w:ascii="Arial" w:hAnsi="Arial" w:cs="Arial"/>
              </w:rPr>
              <w:t xml:space="preserve"> на  территории Российской Федерации (МДС 81-35.2004) по сборникам «Территориальных единичных расценок» (ТЕР-2001 ред. 2009г.) с применением индексов перевода в текущие цена по статьям затрат на момент составления сметы, рассчитанных КОГБУ "Региональный центр ценообразования в строительстве" или по сборникам «Государственных элементных сметных норм» (ГЭСН-2001 ред. 2009г.) ресурсным методом, где фонд оплаты труда принимается в зависимости от разряда работ и определяется согласно "Информационному бюллетеню", стоимость материальных ресурсов и механизмов определяется сборником "</w:t>
            </w:r>
            <w:proofErr w:type="spellStart"/>
            <w:r w:rsidR="00D656F5" w:rsidRPr="00174217">
              <w:rPr>
                <w:rFonts w:ascii="Arial" w:hAnsi="Arial" w:cs="Arial"/>
              </w:rPr>
              <w:t>Стройцена</w:t>
            </w:r>
            <w:proofErr w:type="spellEnd"/>
            <w:r w:rsidR="00D656F5" w:rsidRPr="00174217">
              <w:rPr>
                <w:rFonts w:ascii="Arial" w:hAnsi="Arial" w:cs="Arial"/>
              </w:rPr>
              <w:t>", разработанных также КОГБУ "Региональный центр ценообразования в строительстве". Материалы, непредставленные в сборнике "</w:t>
            </w:r>
            <w:proofErr w:type="spellStart"/>
            <w:r w:rsidR="00D656F5" w:rsidRPr="00174217">
              <w:rPr>
                <w:rFonts w:ascii="Arial" w:hAnsi="Arial" w:cs="Arial"/>
              </w:rPr>
              <w:t>Стройцена</w:t>
            </w:r>
            <w:proofErr w:type="spellEnd"/>
            <w:r w:rsidR="00D656F5" w:rsidRPr="00174217">
              <w:rPr>
                <w:rFonts w:ascii="Arial" w:hAnsi="Arial" w:cs="Arial"/>
              </w:rPr>
              <w:t xml:space="preserve">" должны подтверждаться прайс-листами поставщиков или заводов-изготовителей. Накладные расходы и сметная прибыль должны быть рассчитаны с учетом коэффициентов, введенных в действие с 01.01.2011 года на основании писем Министерства регионального развития РФ от 06.12.2010 №41099-КК (в редакции письма </w:t>
            </w:r>
            <w:proofErr w:type="spellStart"/>
            <w:r w:rsidR="00D656F5" w:rsidRPr="00174217">
              <w:rPr>
                <w:rFonts w:ascii="Arial" w:hAnsi="Arial" w:cs="Arial"/>
              </w:rPr>
              <w:t>Минрегиона</w:t>
            </w:r>
            <w:proofErr w:type="spellEnd"/>
            <w:r w:rsidR="00D656F5" w:rsidRPr="00174217">
              <w:rPr>
                <w:rFonts w:ascii="Arial" w:hAnsi="Arial" w:cs="Arial"/>
              </w:rPr>
              <w:t xml:space="preserve"> от 21.02.2011 № 3757-КК/08), от 17.03.2011 № 6056-ИП/08, от 29.04.2011 № 10753-ВТ/П.</w:t>
            </w:r>
          </w:p>
        </w:tc>
      </w:tr>
      <w:tr w:rsidR="00D656F5" w:rsidRPr="003F7C06" w:rsidTr="00D9188C">
        <w:tc>
          <w:tcPr>
            <w:tcW w:w="4111" w:type="dxa"/>
          </w:tcPr>
          <w:p w:rsidR="00D656F5" w:rsidRPr="00174217" w:rsidRDefault="00AC7678">
            <w:pPr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16</w:t>
            </w:r>
            <w:r w:rsidR="00D656F5" w:rsidRPr="00174217">
              <w:rPr>
                <w:rFonts w:ascii="Arial" w:hAnsi="Arial" w:cs="Arial"/>
              </w:rPr>
              <w:t xml:space="preserve">. Требования к природоохранным мероприятиям </w:t>
            </w:r>
          </w:p>
        </w:tc>
        <w:tc>
          <w:tcPr>
            <w:tcW w:w="5982" w:type="dxa"/>
          </w:tcPr>
          <w:p w:rsidR="002C2DD8" w:rsidRPr="00174217" w:rsidRDefault="00A23395" w:rsidP="006D0323">
            <w:pPr>
              <w:jc w:val="both"/>
              <w:rPr>
                <w:rFonts w:ascii="Arial" w:hAnsi="Arial" w:cs="Arial"/>
                <w:spacing w:val="-4"/>
              </w:rPr>
            </w:pPr>
            <w:r w:rsidRPr="00174217">
              <w:rPr>
                <w:rFonts w:ascii="Arial" w:hAnsi="Arial" w:cs="Arial"/>
                <w:spacing w:val="-4"/>
              </w:rPr>
              <w:t>В соответствии с требованиями действующей нормативной документации и действующего законодательства.</w:t>
            </w:r>
          </w:p>
        </w:tc>
      </w:tr>
      <w:tr w:rsidR="00D656F5" w:rsidRPr="003F7C06" w:rsidTr="00D9188C">
        <w:tc>
          <w:tcPr>
            <w:tcW w:w="4111" w:type="dxa"/>
          </w:tcPr>
          <w:p w:rsidR="00D656F5" w:rsidRPr="00174217" w:rsidRDefault="00D656F5">
            <w:pPr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1</w:t>
            </w:r>
            <w:r w:rsidR="00AC7678" w:rsidRPr="00174217">
              <w:rPr>
                <w:rFonts w:ascii="Arial" w:hAnsi="Arial" w:cs="Arial"/>
              </w:rPr>
              <w:t>7</w:t>
            </w:r>
            <w:r w:rsidRPr="00174217">
              <w:rPr>
                <w:rFonts w:ascii="Arial" w:hAnsi="Arial" w:cs="Arial"/>
              </w:rPr>
              <w:t>. Требования к архитектурным, конструктивным и объёмно-планировочным решениям</w:t>
            </w:r>
          </w:p>
        </w:tc>
        <w:tc>
          <w:tcPr>
            <w:tcW w:w="5982" w:type="dxa"/>
          </w:tcPr>
          <w:p w:rsidR="00D656F5" w:rsidRPr="00174217" w:rsidRDefault="00A23395" w:rsidP="00A23395">
            <w:pPr>
              <w:jc w:val="center"/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-</w:t>
            </w:r>
          </w:p>
        </w:tc>
      </w:tr>
      <w:tr w:rsidR="00D656F5" w:rsidRPr="003F7C06" w:rsidTr="00D9188C">
        <w:tc>
          <w:tcPr>
            <w:tcW w:w="4111" w:type="dxa"/>
          </w:tcPr>
          <w:p w:rsidR="00D656F5" w:rsidRPr="00174217" w:rsidRDefault="00D656F5" w:rsidP="006D0323">
            <w:pPr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1</w:t>
            </w:r>
            <w:r w:rsidR="009D079C" w:rsidRPr="00174217">
              <w:rPr>
                <w:rFonts w:ascii="Arial" w:hAnsi="Arial" w:cs="Arial"/>
              </w:rPr>
              <w:t>8</w:t>
            </w:r>
            <w:r w:rsidRPr="00174217">
              <w:rPr>
                <w:rFonts w:ascii="Arial" w:hAnsi="Arial" w:cs="Arial"/>
              </w:rPr>
              <w:t>. Требования к схеме планировочной организации земельного участка</w:t>
            </w:r>
          </w:p>
        </w:tc>
        <w:tc>
          <w:tcPr>
            <w:tcW w:w="5982" w:type="dxa"/>
          </w:tcPr>
          <w:p w:rsidR="00D656F5" w:rsidRPr="00174217" w:rsidRDefault="00A23395" w:rsidP="00A23395">
            <w:pPr>
              <w:jc w:val="center"/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-</w:t>
            </w:r>
          </w:p>
        </w:tc>
      </w:tr>
      <w:tr w:rsidR="00D656F5" w:rsidRPr="003F7C06" w:rsidTr="00D9188C">
        <w:tc>
          <w:tcPr>
            <w:tcW w:w="4111" w:type="dxa"/>
          </w:tcPr>
          <w:p w:rsidR="00D656F5" w:rsidRPr="00174217" w:rsidRDefault="009D079C">
            <w:pPr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19</w:t>
            </w:r>
            <w:r w:rsidR="00D656F5" w:rsidRPr="00174217">
              <w:rPr>
                <w:rFonts w:ascii="Arial" w:hAnsi="Arial" w:cs="Arial"/>
              </w:rPr>
              <w:t>. Технические требования к технологическому оборудованию</w:t>
            </w:r>
          </w:p>
        </w:tc>
        <w:tc>
          <w:tcPr>
            <w:tcW w:w="5982" w:type="dxa"/>
          </w:tcPr>
          <w:p w:rsidR="00D656F5" w:rsidRPr="00174217" w:rsidRDefault="00A23395" w:rsidP="00A23395">
            <w:pPr>
              <w:jc w:val="center"/>
              <w:rPr>
                <w:rFonts w:ascii="Arial" w:hAnsi="Arial" w:cs="Arial"/>
                <w:spacing w:val="-4"/>
              </w:rPr>
            </w:pPr>
            <w:r w:rsidRPr="00174217">
              <w:rPr>
                <w:rFonts w:ascii="Arial" w:hAnsi="Arial" w:cs="Arial"/>
                <w:spacing w:val="-4"/>
              </w:rPr>
              <w:t>-</w:t>
            </w:r>
          </w:p>
        </w:tc>
      </w:tr>
      <w:tr w:rsidR="00D656F5" w:rsidRPr="003F7C06" w:rsidTr="00D9188C">
        <w:tc>
          <w:tcPr>
            <w:tcW w:w="4111" w:type="dxa"/>
          </w:tcPr>
          <w:p w:rsidR="00D656F5" w:rsidRPr="00174217" w:rsidRDefault="009D079C" w:rsidP="00041C1D">
            <w:pPr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20.</w:t>
            </w:r>
            <w:r w:rsidR="00D656F5" w:rsidRPr="00174217">
              <w:rPr>
                <w:rFonts w:ascii="Arial" w:hAnsi="Arial" w:cs="Arial"/>
              </w:rPr>
              <w:t xml:space="preserve"> Требования</w:t>
            </w:r>
            <w:r w:rsidR="00405C12" w:rsidRPr="00174217">
              <w:rPr>
                <w:rFonts w:ascii="Arial" w:hAnsi="Arial" w:cs="Arial"/>
              </w:rPr>
              <w:t xml:space="preserve"> </w:t>
            </w:r>
            <w:r w:rsidR="00D656F5" w:rsidRPr="00174217">
              <w:rPr>
                <w:rFonts w:ascii="Arial" w:hAnsi="Arial" w:cs="Arial"/>
                <w:spacing w:val="-7"/>
              </w:rPr>
              <w:t>по утилизации (захоронению)</w:t>
            </w:r>
            <w:r w:rsidR="00D656F5" w:rsidRPr="00174217">
              <w:rPr>
                <w:rFonts w:ascii="Arial" w:hAnsi="Arial" w:cs="Arial"/>
              </w:rPr>
              <w:t xml:space="preserve"> отходов</w:t>
            </w:r>
          </w:p>
        </w:tc>
        <w:tc>
          <w:tcPr>
            <w:tcW w:w="5982" w:type="dxa"/>
          </w:tcPr>
          <w:p w:rsidR="00D656F5" w:rsidRPr="00174217" w:rsidRDefault="00A23395" w:rsidP="00A23395">
            <w:pPr>
              <w:jc w:val="center"/>
              <w:rPr>
                <w:rFonts w:ascii="Arial" w:hAnsi="Arial" w:cs="Arial"/>
                <w:spacing w:val="-4"/>
              </w:rPr>
            </w:pPr>
            <w:r w:rsidRPr="00174217">
              <w:rPr>
                <w:rFonts w:ascii="Arial" w:hAnsi="Arial" w:cs="Arial"/>
                <w:spacing w:val="-4"/>
              </w:rPr>
              <w:t>-</w:t>
            </w:r>
          </w:p>
        </w:tc>
      </w:tr>
      <w:tr w:rsidR="00D656F5" w:rsidRPr="003F7C06" w:rsidTr="00D9188C">
        <w:tc>
          <w:tcPr>
            <w:tcW w:w="4111" w:type="dxa"/>
          </w:tcPr>
          <w:p w:rsidR="00D656F5" w:rsidRPr="00174217" w:rsidRDefault="009D079C">
            <w:pPr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  <w:spacing w:val="-6"/>
              </w:rPr>
              <w:t>21</w:t>
            </w:r>
            <w:r w:rsidR="00D656F5" w:rsidRPr="00174217">
              <w:rPr>
                <w:rFonts w:ascii="Arial" w:hAnsi="Arial" w:cs="Arial"/>
                <w:spacing w:val="-6"/>
              </w:rPr>
              <w:t xml:space="preserve">. Требования к разработке инженерно-технических </w:t>
            </w:r>
            <w:r w:rsidR="00D656F5" w:rsidRPr="00174217">
              <w:rPr>
                <w:rFonts w:ascii="Arial" w:hAnsi="Arial" w:cs="Arial"/>
                <w:spacing w:val="-7"/>
              </w:rPr>
              <w:t xml:space="preserve">мероприятий гражданской </w:t>
            </w:r>
            <w:r w:rsidR="00D656F5" w:rsidRPr="00174217">
              <w:rPr>
                <w:rFonts w:ascii="Arial" w:hAnsi="Arial" w:cs="Arial"/>
                <w:spacing w:val="-4"/>
              </w:rPr>
              <w:t xml:space="preserve">обороны и мероприятий </w:t>
            </w:r>
            <w:r w:rsidR="00D656F5" w:rsidRPr="00174217">
              <w:rPr>
                <w:rFonts w:ascii="Arial" w:hAnsi="Arial" w:cs="Arial"/>
              </w:rPr>
              <w:t xml:space="preserve">по предупреждению </w:t>
            </w:r>
            <w:r w:rsidR="00D656F5" w:rsidRPr="00174217">
              <w:rPr>
                <w:rFonts w:ascii="Arial" w:hAnsi="Arial" w:cs="Arial"/>
                <w:spacing w:val="-7"/>
              </w:rPr>
              <w:t xml:space="preserve">чрезвычайных ситуаций </w:t>
            </w:r>
            <w:r w:rsidR="00D656F5" w:rsidRPr="00174217">
              <w:rPr>
                <w:rFonts w:ascii="Arial" w:hAnsi="Arial" w:cs="Arial"/>
              </w:rPr>
              <w:t>(ИТМ ГОЧС)</w:t>
            </w:r>
          </w:p>
        </w:tc>
        <w:tc>
          <w:tcPr>
            <w:tcW w:w="5982" w:type="dxa"/>
          </w:tcPr>
          <w:p w:rsidR="00D656F5" w:rsidRPr="00174217" w:rsidRDefault="00A23395" w:rsidP="00A23395">
            <w:pPr>
              <w:jc w:val="center"/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-</w:t>
            </w:r>
          </w:p>
        </w:tc>
      </w:tr>
      <w:tr w:rsidR="00D656F5" w:rsidRPr="003F7C06" w:rsidTr="00D9188C">
        <w:tc>
          <w:tcPr>
            <w:tcW w:w="4111" w:type="dxa"/>
          </w:tcPr>
          <w:p w:rsidR="00D656F5" w:rsidRPr="00174217" w:rsidRDefault="009D079C">
            <w:pPr>
              <w:rPr>
                <w:rFonts w:ascii="Arial" w:hAnsi="Arial" w:cs="Arial"/>
                <w:spacing w:val="-6"/>
              </w:rPr>
            </w:pPr>
            <w:r w:rsidRPr="00174217">
              <w:rPr>
                <w:rFonts w:ascii="Arial" w:hAnsi="Arial" w:cs="Arial"/>
              </w:rPr>
              <w:t>22</w:t>
            </w:r>
            <w:r w:rsidR="00D656F5" w:rsidRPr="00174217">
              <w:rPr>
                <w:rFonts w:ascii="Arial" w:hAnsi="Arial" w:cs="Arial"/>
              </w:rPr>
              <w:t>. Сроки выполнения работ (по основным этапам)</w:t>
            </w:r>
          </w:p>
        </w:tc>
        <w:tc>
          <w:tcPr>
            <w:tcW w:w="5982" w:type="dxa"/>
          </w:tcPr>
          <w:p w:rsidR="00D656F5" w:rsidRPr="00174217" w:rsidRDefault="006B6F76" w:rsidP="006D0323">
            <w:pPr>
              <w:jc w:val="both"/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Два</w:t>
            </w:r>
            <w:r w:rsidR="00A23395" w:rsidRPr="00174217">
              <w:rPr>
                <w:rFonts w:ascii="Arial" w:hAnsi="Arial" w:cs="Arial"/>
              </w:rPr>
              <w:t xml:space="preserve"> месяца с момента подписания договора</w:t>
            </w:r>
          </w:p>
        </w:tc>
      </w:tr>
      <w:tr w:rsidR="00D656F5" w:rsidRPr="003F7C06" w:rsidTr="00D9188C">
        <w:trPr>
          <w:trHeight w:val="493"/>
        </w:trPr>
        <w:tc>
          <w:tcPr>
            <w:tcW w:w="4111" w:type="dxa"/>
          </w:tcPr>
          <w:p w:rsidR="00D656F5" w:rsidRPr="00174217" w:rsidRDefault="00D656F5">
            <w:pPr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2</w:t>
            </w:r>
            <w:r w:rsidR="009D079C" w:rsidRPr="00174217">
              <w:rPr>
                <w:rFonts w:ascii="Arial" w:hAnsi="Arial" w:cs="Arial"/>
              </w:rPr>
              <w:t>3</w:t>
            </w:r>
            <w:r w:rsidRPr="00174217">
              <w:rPr>
                <w:rFonts w:ascii="Arial" w:hAnsi="Arial" w:cs="Arial"/>
              </w:rPr>
              <w:t xml:space="preserve">. Требования по согласованию </w:t>
            </w:r>
            <w:r w:rsidRPr="00174217">
              <w:rPr>
                <w:rFonts w:ascii="Arial" w:hAnsi="Arial" w:cs="Arial"/>
                <w:spacing w:val="-1"/>
              </w:rPr>
              <w:t xml:space="preserve">проектной </w:t>
            </w:r>
            <w:r w:rsidRPr="00174217">
              <w:rPr>
                <w:rFonts w:ascii="Arial" w:hAnsi="Arial" w:cs="Arial"/>
              </w:rPr>
              <w:t xml:space="preserve">документации </w:t>
            </w:r>
          </w:p>
        </w:tc>
        <w:tc>
          <w:tcPr>
            <w:tcW w:w="5982" w:type="dxa"/>
          </w:tcPr>
          <w:p w:rsidR="006D0323" w:rsidRPr="00174217" w:rsidRDefault="006B6F76" w:rsidP="00212E96">
            <w:pPr>
              <w:pStyle w:val="ConsPlusNormal"/>
              <w:ind w:firstLine="0"/>
              <w:outlineLvl w:val="2"/>
            </w:pPr>
            <w:r w:rsidRPr="00174217">
              <w:t xml:space="preserve">- согласовать проект с </w:t>
            </w:r>
            <w:r w:rsidR="00212E96" w:rsidRPr="00174217">
              <w:t xml:space="preserve">АО «Кировские коммунальные системы» перед согласованием с </w:t>
            </w:r>
            <w:r w:rsidRPr="00174217">
              <w:t>АО «Га</w:t>
            </w:r>
            <w:r w:rsidR="00174217" w:rsidRPr="00174217">
              <w:t>зпром газораспределение Киров»</w:t>
            </w:r>
          </w:p>
        </w:tc>
      </w:tr>
      <w:tr w:rsidR="00D656F5" w:rsidRPr="003F7C06" w:rsidTr="00D9188C">
        <w:trPr>
          <w:trHeight w:val="567"/>
        </w:trPr>
        <w:tc>
          <w:tcPr>
            <w:tcW w:w="4111" w:type="dxa"/>
          </w:tcPr>
          <w:p w:rsidR="00D656F5" w:rsidRPr="00174217" w:rsidRDefault="00D656F5" w:rsidP="00680783">
            <w:pPr>
              <w:rPr>
                <w:rFonts w:ascii="Arial" w:hAnsi="Arial" w:cs="Arial"/>
                <w:spacing w:val="-7"/>
              </w:rPr>
            </w:pPr>
            <w:r w:rsidRPr="00174217">
              <w:rPr>
                <w:rFonts w:ascii="Arial" w:hAnsi="Arial" w:cs="Arial"/>
              </w:rPr>
              <w:t>2</w:t>
            </w:r>
            <w:r w:rsidR="009D079C" w:rsidRPr="00174217">
              <w:rPr>
                <w:rFonts w:ascii="Arial" w:hAnsi="Arial" w:cs="Arial"/>
              </w:rPr>
              <w:t>4</w:t>
            </w:r>
            <w:r w:rsidRPr="00174217">
              <w:rPr>
                <w:rFonts w:ascii="Arial" w:hAnsi="Arial" w:cs="Arial"/>
              </w:rPr>
              <w:t xml:space="preserve">. Требования по количеству </w:t>
            </w:r>
            <w:r w:rsidRPr="00174217">
              <w:rPr>
                <w:rFonts w:ascii="Arial" w:hAnsi="Arial" w:cs="Arial"/>
                <w:spacing w:val="-8"/>
              </w:rPr>
              <w:t xml:space="preserve">экземпляров документации, </w:t>
            </w:r>
            <w:r w:rsidRPr="00174217">
              <w:rPr>
                <w:rFonts w:ascii="Arial" w:hAnsi="Arial" w:cs="Arial"/>
                <w:spacing w:val="-7"/>
              </w:rPr>
              <w:t>передаваемой заказчику</w:t>
            </w:r>
          </w:p>
        </w:tc>
        <w:tc>
          <w:tcPr>
            <w:tcW w:w="5982" w:type="dxa"/>
          </w:tcPr>
          <w:p w:rsidR="00212E96" w:rsidRPr="00174217" w:rsidRDefault="00212E96" w:rsidP="00212E96">
            <w:pPr>
              <w:tabs>
                <w:tab w:val="left" w:pos="206"/>
              </w:tabs>
              <w:jc w:val="both"/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1. Проектно-сметная и рабочая документация</w:t>
            </w:r>
            <w:r w:rsidR="00174217" w:rsidRPr="00174217">
              <w:rPr>
                <w:rFonts w:ascii="Arial" w:hAnsi="Arial" w:cs="Arial"/>
              </w:rPr>
              <w:t xml:space="preserve"> – 2 экз. на бумажном носителе, один экземпляр в электронном виде</w:t>
            </w:r>
          </w:p>
          <w:p w:rsidR="00212E96" w:rsidRPr="00174217" w:rsidRDefault="00212E96" w:rsidP="00212E96">
            <w:pPr>
              <w:tabs>
                <w:tab w:val="left" w:pos="206"/>
              </w:tabs>
              <w:jc w:val="both"/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2. Акты скрытых работ</w:t>
            </w:r>
            <w:r w:rsidR="00174217" w:rsidRPr="00174217">
              <w:rPr>
                <w:rFonts w:ascii="Arial" w:hAnsi="Arial" w:cs="Arial"/>
              </w:rPr>
              <w:t xml:space="preserve"> - 3 экз.</w:t>
            </w:r>
          </w:p>
          <w:p w:rsidR="00212E96" w:rsidRPr="00174217" w:rsidRDefault="00212E96" w:rsidP="00212E96">
            <w:pPr>
              <w:tabs>
                <w:tab w:val="left" w:pos="206"/>
              </w:tabs>
              <w:jc w:val="both"/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3. Отчет о пр</w:t>
            </w:r>
            <w:r w:rsidR="00174217" w:rsidRPr="00174217">
              <w:rPr>
                <w:rFonts w:ascii="Arial" w:hAnsi="Arial" w:cs="Arial"/>
              </w:rPr>
              <w:t>оведении пуско-наладочных работ – 2экз.</w:t>
            </w:r>
          </w:p>
          <w:p w:rsidR="00212E96" w:rsidRPr="00174217" w:rsidRDefault="00212E96" w:rsidP="00212E96">
            <w:pPr>
              <w:tabs>
                <w:tab w:val="left" w:pos="206"/>
              </w:tabs>
              <w:jc w:val="both"/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4. Ин</w:t>
            </w:r>
            <w:r w:rsidR="00174217" w:rsidRPr="00174217">
              <w:rPr>
                <w:rFonts w:ascii="Arial" w:hAnsi="Arial" w:cs="Arial"/>
              </w:rPr>
              <w:t>струкции по работе Оборудования – 2 экз. на бумажном носителе, один экземпляр в электронном виде</w:t>
            </w:r>
          </w:p>
          <w:p w:rsidR="006B6F76" w:rsidRPr="00174217" w:rsidRDefault="00212E96" w:rsidP="00212E96">
            <w:pPr>
              <w:tabs>
                <w:tab w:val="left" w:pos="206"/>
              </w:tabs>
              <w:jc w:val="both"/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lastRenderedPageBreak/>
              <w:t>5. Паспорта и сертификаты на установленное оборудование и материалы.</w:t>
            </w:r>
            <w:r w:rsidR="00174217" w:rsidRPr="00174217">
              <w:rPr>
                <w:rFonts w:ascii="Arial" w:hAnsi="Arial" w:cs="Arial"/>
              </w:rPr>
              <w:t xml:space="preserve"> </w:t>
            </w:r>
          </w:p>
        </w:tc>
      </w:tr>
      <w:tr w:rsidR="00D656F5" w:rsidRPr="00680783" w:rsidTr="00D9188C">
        <w:tc>
          <w:tcPr>
            <w:tcW w:w="4111" w:type="dxa"/>
          </w:tcPr>
          <w:p w:rsidR="00D656F5" w:rsidRPr="00174217" w:rsidRDefault="00D656F5">
            <w:pPr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  <w:spacing w:val="-8"/>
              </w:rPr>
              <w:lastRenderedPageBreak/>
              <w:t>2</w:t>
            </w:r>
            <w:r w:rsidR="004B7E59" w:rsidRPr="00174217">
              <w:rPr>
                <w:rFonts w:ascii="Arial" w:hAnsi="Arial" w:cs="Arial"/>
                <w:spacing w:val="-8"/>
              </w:rPr>
              <w:t>5</w:t>
            </w:r>
            <w:r w:rsidRPr="00174217">
              <w:rPr>
                <w:rFonts w:ascii="Arial" w:hAnsi="Arial" w:cs="Arial"/>
                <w:spacing w:val="-8"/>
              </w:rPr>
              <w:t xml:space="preserve">. Дополнительные требования </w:t>
            </w:r>
            <w:r w:rsidRPr="00174217">
              <w:rPr>
                <w:rFonts w:ascii="Arial" w:hAnsi="Arial" w:cs="Arial"/>
              </w:rPr>
              <w:t>и особые условия</w:t>
            </w:r>
          </w:p>
        </w:tc>
        <w:tc>
          <w:tcPr>
            <w:tcW w:w="5982" w:type="dxa"/>
          </w:tcPr>
          <w:p w:rsidR="004B7E59" w:rsidRPr="00174217" w:rsidRDefault="00D809B6" w:rsidP="00D809B6">
            <w:pPr>
              <w:jc w:val="both"/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 xml:space="preserve">Перед началом производства работ </w:t>
            </w:r>
            <w:r w:rsidR="00096F0C" w:rsidRPr="00174217">
              <w:rPr>
                <w:rFonts w:ascii="Arial" w:hAnsi="Arial" w:cs="Arial"/>
              </w:rPr>
              <w:t xml:space="preserve">руководители и </w:t>
            </w:r>
            <w:r w:rsidRPr="00174217">
              <w:rPr>
                <w:rFonts w:ascii="Arial" w:hAnsi="Arial" w:cs="Arial"/>
              </w:rPr>
              <w:t>персонал Подрядчика проход</w:t>
            </w:r>
            <w:r w:rsidR="00096F0C" w:rsidRPr="00174217">
              <w:rPr>
                <w:rFonts w:ascii="Arial" w:hAnsi="Arial" w:cs="Arial"/>
              </w:rPr>
              <w:t>я</w:t>
            </w:r>
            <w:r w:rsidR="004A0C20" w:rsidRPr="00174217">
              <w:rPr>
                <w:rFonts w:ascii="Arial" w:hAnsi="Arial" w:cs="Arial"/>
              </w:rPr>
              <w:t>т</w:t>
            </w:r>
            <w:r w:rsidRPr="00174217">
              <w:rPr>
                <w:rFonts w:ascii="Arial" w:hAnsi="Arial" w:cs="Arial"/>
              </w:rPr>
              <w:t xml:space="preserve"> инструктаж</w:t>
            </w:r>
            <w:r w:rsidR="00096F0C" w:rsidRPr="00174217">
              <w:rPr>
                <w:rFonts w:ascii="Arial" w:hAnsi="Arial" w:cs="Arial"/>
              </w:rPr>
              <w:t>и</w:t>
            </w:r>
            <w:r w:rsidRPr="00174217">
              <w:rPr>
                <w:rFonts w:ascii="Arial" w:hAnsi="Arial" w:cs="Arial"/>
              </w:rPr>
              <w:t xml:space="preserve"> </w:t>
            </w:r>
            <w:r w:rsidR="004B7E59" w:rsidRPr="00174217">
              <w:rPr>
                <w:rFonts w:ascii="Arial" w:hAnsi="Arial" w:cs="Arial"/>
              </w:rPr>
              <w:t>в отделе ОТ и ТБ и у руководителя подразделения.</w:t>
            </w:r>
          </w:p>
          <w:p w:rsidR="00096F0C" w:rsidRPr="00174217" w:rsidRDefault="00096F0C" w:rsidP="00D809B6">
            <w:pPr>
              <w:jc w:val="both"/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Подрядчик получает разрешение на выполнение работ с оформлением акта-допуска на объект и выполняет организационные мероприятия по ОТ и ТБ при производстве работ на действующем предприятии.</w:t>
            </w:r>
          </w:p>
          <w:p w:rsidR="00096F0C" w:rsidRPr="00174217" w:rsidRDefault="00096F0C" w:rsidP="00D809B6">
            <w:pPr>
              <w:jc w:val="both"/>
              <w:rPr>
                <w:rFonts w:ascii="Arial" w:hAnsi="Arial" w:cs="Arial"/>
              </w:rPr>
            </w:pPr>
            <w:r w:rsidRPr="00174217">
              <w:rPr>
                <w:rFonts w:ascii="Arial" w:hAnsi="Arial" w:cs="Arial"/>
              </w:rPr>
              <w:t>Подрядчик обеспечи</w:t>
            </w:r>
            <w:r w:rsidR="00C01A8D" w:rsidRPr="00174217">
              <w:rPr>
                <w:rFonts w:ascii="Arial" w:hAnsi="Arial" w:cs="Arial"/>
              </w:rPr>
              <w:t>вает соблюдение требований СНиП</w:t>
            </w:r>
            <w:r w:rsidRPr="00174217">
              <w:rPr>
                <w:rFonts w:ascii="Arial" w:hAnsi="Arial" w:cs="Arial"/>
              </w:rPr>
              <w:t>, СП, РД, ГОСТов, ТУ, регламентирующих порядок выполнения работ</w:t>
            </w:r>
            <w:r w:rsidR="00074A61" w:rsidRPr="00174217">
              <w:rPr>
                <w:rFonts w:ascii="Arial" w:hAnsi="Arial" w:cs="Arial"/>
              </w:rPr>
              <w:t xml:space="preserve"> и устанавливающие требования к тем или иным работам.</w:t>
            </w:r>
          </w:p>
          <w:p w:rsidR="00096F0C" w:rsidRPr="00174217" w:rsidRDefault="00096F0C" w:rsidP="00D809B6">
            <w:pPr>
              <w:jc w:val="both"/>
              <w:rPr>
                <w:rFonts w:ascii="Arial" w:hAnsi="Arial" w:cs="Arial"/>
              </w:rPr>
            </w:pPr>
          </w:p>
        </w:tc>
      </w:tr>
    </w:tbl>
    <w:p w:rsidR="00FB6EC5" w:rsidRDefault="00FB6EC5" w:rsidP="00DB5359">
      <w:pPr>
        <w:tabs>
          <w:tab w:val="left" w:pos="851"/>
          <w:tab w:val="num" w:pos="1287"/>
        </w:tabs>
        <w:spacing w:before="120"/>
        <w:rPr>
          <w:rFonts w:ascii="Arial" w:hAnsi="Arial" w:cs="Arial"/>
          <w:bCs/>
          <w:iCs/>
          <w:szCs w:val="28"/>
        </w:rPr>
      </w:pPr>
    </w:p>
    <w:sectPr w:rsidR="00FB6EC5" w:rsidSect="00AD620B">
      <w:footerReference w:type="default" r:id="rId8"/>
      <w:footerReference w:type="first" r:id="rId9"/>
      <w:pgSz w:w="11906" w:h="16838" w:code="9"/>
      <w:pgMar w:top="567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EB5" w:rsidRDefault="00415EB5">
      <w:r>
        <w:separator/>
      </w:r>
    </w:p>
  </w:endnote>
  <w:endnote w:type="continuationSeparator" w:id="0">
    <w:p w:rsidR="00415EB5" w:rsidRDefault="00415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алют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20B" w:rsidRDefault="00AD620B">
    <w:pPr>
      <w:pStyle w:val="ae"/>
      <w:jc w:val="right"/>
    </w:pPr>
    <w:r>
      <w:t xml:space="preserve">стр. </w:t>
    </w:r>
    <w:r w:rsidRPr="00AD620B">
      <w:rPr>
        <w:bCs/>
        <w:sz w:val="24"/>
        <w:szCs w:val="24"/>
      </w:rPr>
      <w:fldChar w:fldCharType="begin"/>
    </w:r>
    <w:r w:rsidRPr="00AD620B">
      <w:rPr>
        <w:bCs/>
      </w:rPr>
      <w:instrText>PAGE</w:instrText>
    </w:r>
    <w:r w:rsidRPr="00AD620B">
      <w:rPr>
        <w:bCs/>
        <w:sz w:val="24"/>
        <w:szCs w:val="24"/>
      </w:rPr>
      <w:fldChar w:fldCharType="separate"/>
    </w:r>
    <w:r w:rsidR="00294F2C">
      <w:rPr>
        <w:bCs/>
        <w:noProof/>
      </w:rPr>
      <w:t>2</w:t>
    </w:r>
    <w:r w:rsidRPr="00AD620B">
      <w:rPr>
        <w:bCs/>
        <w:sz w:val="24"/>
        <w:szCs w:val="24"/>
      </w:rPr>
      <w:fldChar w:fldCharType="end"/>
    </w:r>
    <w:r>
      <w:t xml:space="preserve"> из </w:t>
    </w:r>
    <w:r w:rsidRPr="00AD620B">
      <w:rPr>
        <w:bCs/>
        <w:sz w:val="24"/>
        <w:szCs w:val="24"/>
      </w:rPr>
      <w:fldChar w:fldCharType="begin"/>
    </w:r>
    <w:r w:rsidRPr="00AD620B">
      <w:rPr>
        <w:bCs/>
      </w:rPr>
      <w:instrText>NUMPAGES</w:instrText>
    </w:r>
    <w:r w:rsidRPr="00AD620B">
      <w:rPr>
        <w:bCs/>
        <w:sz w:val="24"/>
        <w:szCs w:val="24"/>
      </w:rPr>
      <w:fldChar w:fldCharType="separate"/>
    </w:r>
    <w:r w:rsidR="00294F2C">
      <w:rPr>
        <w:bCs/>
        <w:noProof/>
      </w:rPr>
      <w:t>4</w:t>
    </w:r>
    <w:r w:rsidRPr="00AD620B">
      <w:rPr>
        <w:bCs/>
        <w:sz w:val="24"/>
        <w:szCs w:val="24"/>
      </w:rPr>
      <w:fldChar w:fldCharType="end"/>
    </w:r>
  </w:p>
  <w:p w:rsidR="00367E13" w:rsidRDefault="00367E13" w:rsidP="00312293">
    <w:pPr>
      <w:pStyle w:val="ae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359" w:rsidRDefault="00DB5359">
    <w:pPr>
      <w:pStyle w:val="ae"/>
      <w:jc w:val="right"/>
    </w:pPr>
    <w:r>
      <w:t xml:space="preserve">стр. </w:t>
    </w:r>
    <w:r w:rsidRPr="00FB6EC5">
      <w:rPr>
        <w:bCs/>
        <w:sz w:val="24"/>
        <w:szCs w:val="24"/>
      </w:rPr>
      <w:fldChar w:fldCharType="begin"/>
    </w:r>
    <w:r w:rsidRPr="00FB6EC5">
      <w:rPr>
        <w:bCs/>
      </w:rPr>
      <w:instrText>PAGE</w:instrText>
    </w:r>
    <w:r w:rsidRPr="00FB6EC5">
      <w:rPr>
        <w:bCs/>
        <w:sz w:val="24"/>
        <w:szCs w:val="24"/>
      </w:rPr>
      <w:fldChar w:fldCharType="separate"/>
    </w:r>
    <w:r w:rsidR="00AD620B">
      <w:rPr>
        <w:bCs/>
        <w:noProof/>
      </w:rPr>
      <w:t>1</w:t>
    </w:r>
    <w:r w:rsidRPr="00FB6EC5">
      <w:rPr>
        <w:bCs/>
        <w:sz w:val="24"/>
        <w:szCs w:val="24"/>
      </w:rPr>
      <w:fldChar w:fldCharType="end"/>
    </w:r>
    <w:r>
      <w:t xml:space="preserve"> из </w:t>
    </w:r>
    <w:r w:rsidRPr="00FB6EC5">
      <w:rPr>
        <w:bCs/>
        <w:sz w:val="24"/>
        <w:szCs w:val="24"/>
      </w:rPr>
      <w:fldChar w:fldCharType="begin"/>
    </w:r>
    <w:r w:rsidRPr="00FB6EC5">
      <w:rPr>
        <w:bCs/>
      </w:rPr>
      <w:instrText>NUMPAGES</w:instrText>
    </w:r>
    <w:r w:rsidRPr="00FB6EC5">
      <w:rPr>
        <w:bCs/>
        <w:sz w:val="24"/>
        <w:szCs w:val="24"/>
      </w:rPr>
      <w:fldChar w:fldCharType="separate"/>
    </w:r>
    <w:r w:rsidR="00D61C3A">
      <w:rPr>
        <w:bCs/>
        <w:noProof/>
      </w:rPr>
      <w:t>4</w:t>
    </w:r>
    <w:r w:rsidRPr="00FB6EC5">
      <w:rPr>
        <w:bCs/>
        <w:sz w:val="24"/>
        <w:szCs w:val="24"/>
      </w:rPr>
      <w:fldChar w:fldCharType="end"/>
    </w:r>
  </w:p>
  <w:p w:rsidR="00DB5359" w:rsidRDefault="00DB535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EB5" w:rsidRDefault="00415EB5">
      <w:r>
        <w:separator/>
      </w:r>
    </w:p>
  </w:footnote>
  <w:footnote w:type="continuationSeparator" w:id="0">
    <w:p w:rsidR="00415EB5" w:rsidRDefault="00415E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1A12F1D"/>
    <w:multiLevelType w:val="hybridMultilevel"/>
    <w:tmpl w:val="F398A754"/>
    <w:lvl w:ilvl="0" w:tplc="6852AC64">
      <w:numFmt w:val="decimal"/>
      <w:lvlText w:val="%1"/>
      <w:lvlJc w:val="left"/>
      <w:pPr>
        <w:ind w:left="12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8" w:hanging="360"/>
      </w:pPr>
    </w:lvl>
    <w:lvl w:ilvl="2" w:tplc="0419001B" w:tentative="1">
      <w:start w:val="1"/>
      <w:numFmt w:val="lowerRoman"/>
      <w:lvlText w:val="%3."/>
      <w:lvlJc w:val="right"/>
      <w:pPr>
        <w:ind w:left="2648" w:hanging="180"/>
      </w:pPr>
    </w:lvl>
    <w:lvl w:ilvl="3" w:tplc="0419000F" w:tentative="1">
      <w:start w:val="1"/>
      <w:numFmt w:val="decimal"/>
      <w:lvlText w:val="%4."/>
      <w:lvlJc w:val="left"/>
      <w:pPr>
        <w:ind w:left="3368" w:hanging="360"/>
      </w:pPr>
    </w:lvl>
    <w:lvl w:ilvl="4" w:tplc="04190019" w:tentative="1">
      <w:start w:val="1"/>
      <w:numFmt w:val="lowerLetter"/>
      <w:lvlText w:val="%5."/>
      <w:lvlJc w:val="left"/>
      <w:pPr>
        <w:ind w:left="4088" w:hanging="360"/>
      </w:pPr>
    </w:lvl>
    <w:lvl w:ilvl="5" w:tplc="0419001B" w:tentative="1">
      <w:start w:val="1"/>
      <w:numFmt w:val="lowerRoman"/>
      <w:lvlText w:val="%6."/>
      <w:lvlJc w:val="right"/>
      <w:pPr>
        <w:ind w:left="4808" w:hanging="180"/>
      </w:pPr>
    </w:lvl>
    <w:lvl w:ilvl="6" w:tplc="0419000F" w:tentative="1">
      <w:start w:val="1"/>
      <w:numFmt w:val="decimal"/>
      <w:lvlText w:val="%7."/>
      <w:lvlJc w:val="left"/>
      <w:pPr>
        <w:ind w:left="5528" w:hanging="360"/>
      </w:pPr>
    </w:lvl>
    <w:lvl w:ilvl="7" w:tplc="04190019" w:tentative="1">
      <w:start w:val="1"/>
      <w:numFmt w:val="lowerLetter"/>
      <w:lvlText w:val="%8."/>
      <w:lvlJc w:val="left"/>
      <w:pPr>
        <w:ind w:left="6248" w:hanging="360"/>
      </w:pPr>
    </w:lvl>
    <w:lvl w:ilvl="8" w:tplc="0419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2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>
    <w:nsid w:val="0D7B5B7E"/>
    <w:multiLevelType w:val="hybridMultilevel"/>
    <w:tmpl w:val="7C58A7BA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79"/>
        </w:tabs>
        <w:ind w:left="14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9"/>
        </w:tabs>
        <w:ind w:left="21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9"/>
        </w:tabs>
        <w:ind w:left="29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9"/>
        </w:tabs>
        <w:ind w:left="36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9"/>
        </w:tabs>
        <w:ind w:left="43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9"/>
        </w:tabs>
        <w:ind w:left="50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9"/>
        </w:tabs>
        <w:ind w:left="57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9"/>
        </w:tabs>
        <w:ind w:left="6519" w:hanging="360"/>
      </w:pPr>
      <w:rPr>
        <w:rFonts w:ascii="Wingdings" w:hAnsi="Wingdings" w:hint="default"/>
      </w:rPr>
    </w:lvl>
  </w:abstractNum>
  <w:abstractNum w:abstractNumId="4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161B2B99"/>
    <w:multiLevelType w:val="hybridMultilevel"/>
    <w:tmpl w:val="985C6798"/>
    <w:lvl w:ilvl="0" w:tplc="A16AE490">
      <w:start w:val="1"/>
      <w:numFmt w:val="decimal"/>
      <w:lvlText w:val="%1.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123198">
      <w:start w:val="1"/>
      <w:numFmt w:val="lowerLetter"/>
      <w:lvlText w:val="%2"/>
      <w:lvlJc w:val="left"/>
      <w:pPr>
        <w:ind w:left="1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B82CC6">
      <w:start w:val="1"/>
      <w:numFmt w:val="lowerRoman"/>
      <w:lvlText w:val="%3"/>
      <w:lvlJc w:val="left"/>
      <w:pPr>
        <w:ind w:left="2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EED522">
      <w:start w:val="1"/>
      <w:numFmt w:val="decimal"/>
      <w:lvlText w:val="%4"/>
      <w:lvlJc w:val="left"/>
      <w:pPr>
        <w:ind w:left="3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4211FE">
      <w:start w:val="1"/>
      <w:numFmt w:val="lowerLetter"/>
      <w:lvlText w:val="%5"/>
      <w:lvlJc w:val="left"/>
      <w:pPr>
        <w:ind w:left="3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688BA6">
      <w:start w:val="1"/>
      <w:numFmt w:val="lowerRoman"/>
      <w:lvlText w:val="%6"/>
      <w:lvlJc w:val="left"/>
      <w:pPr>
        <w:ind w:left="4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D0E838">
      <w:start w:val="1"/>
      <w:numFmt w:val="decimal"/>
      <w:lvlText w:val="%7"/>
      <w:lvlJc w:val="left"/>
      <w:pPr>
        <w:ind w:left="5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3A4614">
      <w:start w:val="1"/>
      <w:numFmt w:val="lowerLetter"/>
      <w:lvlText w:val="%8"/>
      <w:lvlJc w:val="left"/>
      <w:pPr>
        <w:ind w:left="6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1A1A84">
      <w:start w:val="1"/>
      <w:numFmt w:val="lowerRoman"/>
      <w:lvlText w:val="%9"/>
      <w:lvlJc w:val="left"/>
      <w:pPr>
        <w:ind w:left="6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AFA3020"/>
    <w:multiLevelType w:val="hybridMultilevel"/>
    <w:tmpl w:val="D7D0F7EA"/>
    <w:lvl w:ilvl="0" w:tplc="6FDCE7FA">
      <w:start w:val="1"/>
      <w:numFmt w:val="bullet"/>
      <w:lvlText w:val="-"/>
      <w:lvlJc w:val="left"/>
      <w:pPr>
        <w:ind w:left="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2410AA">
      <w:start w:val="1"/>
      <w:numFmt w:val="bullet"/>
      <w:lvlText w:val="o"/>
      <w:lvlJc w:val="left"/>
      <w:pPr>
        <w:ind w:left="1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B62D98">
      <w:start w:val="1"/>
      <w:numFmt w:val="bullet"/>
      <w:lvlText w:val="▪"/>
      <w:lvlJc w:val="left"/>
      <w:pPr>
        <w:ind w:left="2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809ACC">
      <w:start w:val="1"/>
      <w:numFmt w:val="bullet"/>
      <w:lvlText w:val="•"/>
      <w:lvlJc w:val="left"/>
      <w:pPr>
        <w:ind w:left="2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FA11E6">
      <w:start w:val="1"/>
      <w:numFmt w:val="bullet"/>
      <w:lvlText w:val="o"/>
      <w:lvlJc w:val="left"/>
      <w:pPr>
        <w:ind w:left="3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ACEB90">
      <w:start w:val="1"/>
      <w:numFmt w:val="bullet"/>
      <w:lvlText w:val="▪"/>
      <w:lvlJc w:val="left"/>
      <w:pPr>
        <w:ind w:left="4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62A39E">
      <w:start w:val="1"/>
      <w:numFmt w:val="bullet"/>
      <w:lvlText w:val="•"/>
      <w:lvlJc w:val="left"/>
      <w:pPr>
        <w:ind w:left="4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D2C37C">
      <w:start w:val="1"/>
      <w:numFmt w:val="bullet"/>
      <w:lvlText w:val="o"/>
      <w:lvlJc w:val="left"/>
      <w:pPr>
        <w:ind w:left="5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68BA52">
      <w:start w:val="1"/>
      <w:numFmt w:val="bullet"/>
      <w:lvlText w:val="▪"/>
      <w:lvlJc w:val="left"/>
      <w:pPr>
        <w:ind w:left="6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24D1130E"/>
    <w:multiLevelType w:val="hybridMultilevel"/>
    <w:tmpl w:val="634CE2B0"/>
    <w:lvl w:ilvl="0" w:tplc="1832949C">
      <w:start w:val="1"/>
      <w:numFmt w:val="bullet"/>
      <w:lvlText w:val="•"/>
      <w:lvlJc w:val="left"/>
      <w:pPr>
        <w:ind w:left="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689648">
      <w:start w:val="1"/>
      <w:numFmt w:val="bullet"/>
      <w:lvlText w:val="o"/>
      <w:lvlJc w:val="left"/>
      <w:pPr>
        <w:ind w:left="1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D4236A">
      <w:start w:val="1"/>
      <w:numFmt w:val="bullet"/>
      <w:lvlText w:val="▪"/>
      <w:lvlJc w:val="left"/>
      <w:pPr>
        <w:ind w:left="1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2655B6">
      <w:start w:val="1"/>
      <w:numFmt w:val="bullet"/>
      <w:lvlText w:val="•"/>
      <w:lvlJc w:val="left"/>
      <w:pPr>
        <w:ind w:left="26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12FFCC">
      <w:start w:val="1"/>
      <w:numFmt w:val="bullet"/>
      <w:lvlText w:val="o"/>
      <w:lvlJc w:val="left"/>
      <w:pPr>
        <w:ind w:left="34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60A1CA">
      <w:start w:val="1"/>
      <w:numFmt w:val="bullet"/>
      <w:lvlText w:val="▪"/>
      <w:lvlJc w:val="left"/>
      <w:pPr>
        <w:ind w:left="41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E85928">
      <w:start w:val="1"/>
      <w:numFmt w:val="bullet"/>
      <w:lvlText w:val="•"/>
      <w:lvlJc w:val="left"/>
      <w:pPr>
        <w:ind w:left="48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D6E7B8">
      <w:start w:val="1"/>
      <w:numFmt w:val="bullet"/>
      <w:lvlText w:val="o"/>
      <w:lvlJc w:val="left"/>
      <w:pPr>
        <w:ind w:left="55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ECECEC">
      <w:start w:val="1"/>
      <w:numFmt w:val="bullet"/>
      <w:lvlText w:val="▪"/>
      <w:lvlJc w:val="left"/>
      <w:pPr>
        <w:ind w:left="62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9085DC4"/>
    <w:multiLevelType w:val="hybridMultilevel"/>
    <w:tmpl w:val="C9BE2A78"/>
    <w:lvl w:ilvl="0" w:tplc="FFFFFFFF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4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EE5C10"/>
    <w:multiLevelType w:val="hybridMultilevel"/>
    <w:tmpl w:val="2C644F16"/>
    <w:lvl w:ilvl="0" w:tplc="64CA1C8A">
      <w:start w:val="1"/>
      <w:numFmt w:val="bullet"/>
      <w:lvlText w:val="•"/>
      <w:lvlJc w:val="left"/>
      <w:pPr>
        <w:ind w:left="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6E6B52">
      <w:start w:val="1"/>
      <w:numFmt w:val="bullet"/>
      <w:lvlText w:val="o"/>
      <w:lvlJc w:val="left"/>
      <w:pPr>
        <w:ind w:left="12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C2D71C">
      <w:start w:val="1"/>
      <w:numFmt w:val="bullet"/>
      <w:lvlText w:val="▪"/>
      <w:lvlJc w:val="left"/>
      <w:pPr>
        <w:ind w:left="1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2D5BC">
      <w:start w:val="1"/>
      <w:numFmt w:val="bullet"/>
      <w:lvlText w:val="•"/>
      <w:lvlJc w:val="left"/>
      <w:pPr>
        <w:ind w:left="2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BC3F20">
      <w:start w:val="1"/>
      <w:numFmt w:val="bullet"/>
      <w:lvlText w:val="o"/>
      <w:lvlJc w:val="left"/>
      <w:pPr>
        <w:ind w:left="34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54E52A">
      <w:start w:val="1"/>
      <w:numFmt w:val="bullet"/>
      <w:lvlText w:val="▪"/>
      <w:lvlJc w:val="left"/>
      <w:pPr>
        <w:ind w:left="41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70B44A">
      <w:start w:val="1"/>
      <w:numFmt w:val="bullet"/>
      <w:lvlText w:val="•"/>
      <w:lvlJc w:val="left"/>
      <w:pPr>
        <w:ind w:left="48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22FC50">
      <w:start w:val="1"/>
      <w:numFmt w:val="bullet"/>
      <w:lvlText w:val="o"/>
      <w:lvlJc w:val="left"/>
      <w:pPr>
        <w:ind w:left="55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883124">
      <w:start w:val="1"/>
      <w:numFmt w:val="bullet"/>
      <w:lvlText w:val="▪"/>
      <w:lvlJc w:val="left"/>
      <w:pPr>
        <w:ind w:left="62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7">
    <w:nsid w:val="3CB5367E"/>
    <w:multiLevelType w:val="hybridMultilevel"/>
    <w:tmpl w:val="99A26190"/>
    <w:lvl w:ilvl="0" w:tplc="69E862E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B8511A">
      <w:start w:val="1"/>
      <w:numFmt w:val="bullet"/>
      <w:lvlText w:val="o"/>
      <w:lvlJc w:val="left"/>
      <w:pPr>
        <w:ind w:left="12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A4DEFC">
      <w:start w:val="1"/>
      <w:numFmt w:val="bullet"/>
      <w:lvlText w:val="▪"/>
      <w:lvlJc w:val="left"/>
      <w:pPr>
        <w:ind w:left="1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767D26">
      <w:start w:val="1"/>
      <w:numFmt w:val="bullet"/>
      <w:lvlText w:val="•"/>
      <w:lvlJc w:val="left"/>
      <w:pPr>
        <w:ind w:left="2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C0808C">
      <w:start w:val="1"/>
      <w:numFmt w:val="bullet"/>
      <w:lvlText w:val="o"/>
      <w:lvlJc w:val="left"/>
      <w:pPr>
        <w:ind w:left="34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305AFA">
      <w:start w:val="1"/>
      <w:numFmt w:val="bullet"/>
      <w:lvlText w:val="▪"/>
      <w:lvlJc w:val="left"/>
      <w:pPr>
        <w:ind w:left="41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9EAB3A">
      <w:start w:val="1"/>
      <w:numFmt w:val="bullet"/>
      <w:lvlText w:val="•"/>
      <w:lvlJc w:val="left"/>
      <w:pPr>
        <w:ind w:left="48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A07074">
      <w:start w:val="1"/>
      <w:numFmt w:val="bullet"/>
      <w:lvlText w:val="o"/>
      <w:lvlJc w:val="left"/>
      <w:pPr>
        <w:ind w:left="55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3A9638">
      <w:start w:val="1"/>
      <w:numFmt w:val="bullet"/>
      <w:lvlText w:val="▪"/>
      <w:lvlJc w:val="left"/>
      <w:pPr>
        <w:ind w:left="62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9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>
    <w:nsid w:val="42807CAF"/>
    <w:multiLevelType w:val="hybridMultilevel"/>
    <w:tmpl w:val="4E34AFF0"/>
    <w:lvl w:ilvl="0" w:tplc="2FE49246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B27AF6">
      <w:start w:val="1"/>
      <w:numFmt w:val="bullet"/>
      <w:lvlText w:val="o"/>
      <w:lvlJc w:val="left"/>
      <w:pPr>
        <w:ind w:left="1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A2F708">
      <w:start w:val="1"/>
      <w:numFmt w:val="bullet"/>
      <w:lvlText w:val="▪"/>
      <w:lvlJc w:val="left"/>
      <w:pPr>
        <w:ind w:left="1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2E53CC">
      <w:start w:val="1"/>
      <w:numFmt w:val="bullet"/>
      <w:lvlText w:val="•"/>
      <w:lvlJc w:val="left"/>
      <w:pPr>
        <w:ind w:left="26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B641DA">
      <w:start w:val="1"/>
      <w:numFmt w:val="bullet"/>
      <w:lvlText w:val="o"/>
      <w:lvlJc w:val="left"/>
      <w:pPr>
        <w:ind w:left="34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AC47DE">
      <w:start w:val="1"/>
      <w:numFmt w:val="bullet"/>
      <w:lvlText w:val="▪"/>
      <w:lvlJc w:val="left"/>
      <w:pPr>
        <w:ind w:left="41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381AC2">
      <w:start w:val="1"/>
      <w:numFmt w:val="bullet"/>
      <w:lvlText w:val="•"/>
      <w:lvlJc w:val="left"/>
      <w:pPr>
        <w:ind w:left="48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265370">
      <w:start w:val="1"/>
      <w:numFmt w:val="bullet"/>
      <w:lvlText w:val="o"/>
      <w:lvlJc w:val="left"/>
      <w:pPr>
        <w:ind w:left="55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8A37F6">
      <w:start w:val="1"/>
      <w:numFmt w:val="bullet"/>
      <w:lvlText w:val="▪"/>
      <w:lvlJc w:val="left"/>
      <w:pPr>
        <w:ind w:left="62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76F2FD5"/>
    <w:multiLevelType w:val="hybridMultilevel"/>
    <w:tmpl w:val="779AF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BB3C84"/>
    <w:multiLevelType w:val="hybridMultilevel"/>
    <w:tmpl w:val="AD10DE6C"/>
    <w:lvl w:ilvl="0" w:tplc="7FC41298">
      <w:start w:val="1"/>
      <w:numFmt w:val="bullet"/>
      <w:lvlText w:val="•"/>
      <w:lvlJc w:val="left"/>
      <w:pPr>
        <w:ind w:left="1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BAC838">
      <w:start w:val="1"/>
      <w:numFmt w:val="bullet"/>
      <w:lvlText w:val="o"/>
      <w:lvlJc w:val="left"/>
      <w:pPr>
        <w:ind w:left="12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9EF592">
      <w:start w:val="1"/>
      <w:numFmt w:val="bullet"/>
      <w:lvlText w:val="▪"/>
      <w:lvlJc w:val="left"/>
      <w:pPr>
        <w:ind w:left="1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4A69D2">
      <w:start w:val="1"/>
      <w:numFmt w:val="bullet"/>
      <w:lvlText w:val="•"/>
      <w:lvlJc w:val="left"/>
      <w:pPr>
        <w:ind w:left="2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DEE3F0">
      <w:start w:val="1"/>
      <w:numFmt w:val="bullet"/>
      <w:lvlText w:val="o"/>
      <w:lvlJc w:val="left"/>
      <w:pPr>
        <w:ind w:left="34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FAE250">
      <w:start w:val="1"/>
      <w:numFmt w:val="bullet"/>
      <w:lvlText w:val="▪"/>
      <w:lvlJc w:val="left"/>
      <w:pPr>
        <w:ind w:left="41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62B800">
      <w:start w:val="1"/>
      <w:numFmt w:val="bullet"/>
      <w:lvlText w:val="•"/>
      <w:lvlJc w:val="left"/>
      <w:pPr>
        <w:ind w:left="48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BCCE5C">
      <w:start w:val="1"/>
      <w:numFmt w:val="bullet"/>
      <w:lvlText w:val="o"/>
      <w:lvlJc w:val="left"/>
      <w:pPr>
        <w:ind w:left="55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D285B6">
      <w:start w:val="1"/>
      <w:numFmt w:val="bullet"/>
      <w:lvlText w:val="▪"/>
      <w:lvlJc w:val="left"/>
      <w:pPr>
        <w:ind w:left="62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B6F141A"/>
    <w:multiLevelType w:val="hybridMultilevel"/>
    <w:tmpl w:val="BC766B3A"/>
    <w:lvl w:ilvl="0" w:tplc="184459CC">
      <w:start w:val="1"/>
      <w:numFmt w:val="bullet"/>
      <w:lvlText w:val="•"/>
      <w:lvlJc w:val="left"/>
      <w:pPr>
        <w:ind w:left="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689146">
      <w:start w:val="1"/>
      <w:numFmt w:val="bullet"/>
      <w:lvlText w:val="o"/>
      <w:lvlJc w:val="left"/>
      <w:pPr>
        <w:ind w:left="12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30E68A">
      <w:start w:val="1"/>
      <w:numFmt w:val="bullet"/>
      <w:lvlText w:val="▪"/>
      <w:lvlJc w:val="left"/>
      <w:pPr>
        <w:ind w:left="1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DA1FF4">
      <w:start w:val="1"/>
      <w:numFmt w:val="bullet"/>
      <w:lvlText w:val="•"/>
      <w:lvlJc w:val="left"/>
      <w:pPr>
        <w:ind w:left="2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ECBA0E">
      <w:start w:val="1"/>
      <w:numFmt w:val="bullet"/>
      <w:lvlText w:val="o"/>
      <w:lvlJc w:val="left"/>
      <w:pPr>
        <w:ind w:left="34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1AF0F4">
      <w:start w:val="1"/>
      <w:numFmt w:val="bullet"/>
      <w:lvlText w:val="▪"/>
      <w:lvlJc w:val="left"/>
      <w:pPr>
        <w:ind w:left="41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F8FB0A">
      <w:start w:val="1"/>
      <w:numFmt w:val="bullet"/>
      <w:lvlText w:val="•"/>
      <w:lvlJc w:val="left"/>
      <w:pPr>
        <w:ind w:left="48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0CB682">
      <w:start w:val="1"/>
      <w:numFmt w:val="bullet"/>
      <w:lvlText w:val="o"/>
      <w:lvlJc w:val="left"/>
      <w:pPr>
        <w:ind w:left="55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0E4C42">
      <w:start w:val="1"/>
      <w:numFmt w:val="bullet"/>
      <w:lvlText w:val="▪"/>
      <w:lvlJc w:val="left"/>
      <w:pPr>
        <w:ind w:left="62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1FF7293"/>
    <w:multiLevelType w:val="hybridMultilevel"/>
    <w:tmpl w:val="D73EF5CE"/>
    <w:lvl w:ilvl="0" w:tplc="98E0394C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752784"/>
    <w:multiLevelType w:val="hybridMultilevel"/>
    <w:tmpl w:val="6854C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30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59763F77"/>
    <w:multiLevelType w:val="hybridMultilevel"/>
    <w:tmpl w:val="E89C528A"/>
    <w:lvl w:ilvl="0" w:tplc="F6AA7264">
      <w:start w:val="1"/>
      <w:numFmt w:val="bullet"/>
      <w:lvlText w:val="•"/>
      <w:lvlJc w:val="left"/>
      <w:pPr>
        <w:ind w:left="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32D7D4">
      <w:start w:val="1"/>
      <w:numFmt w:val="bullet"/>
      <w:lvlText w:val="o"/>
      <w:lvlJc w:val="left"/>
      <w:pPr>
        <w:ind w:left="1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80166C">
      <w:start w:val="1"/>
      <w:numFmt w:val="bullet"/>
      <w:lvlText w:val="▪"/>
      <w:lvlJc w:val="left"/>
      <w:pPr>
        <w:ind w:left="2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6A0326">
      <w:start w:val="1"/>
      <w:numFmt w:val="bullet"/>
      <w:lvlText w:val="•"/>
      <w:lvlJc w:val="left"/>
      <w:pPr>
        <w:ind w:left="2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7CBD46">
      <w:start w:val="1"/>
      <w:numFmt w:val="bullet"/>
      <w:lvlText w:val="o"/>
      <w:lvlJc w:val="left"/>
      <w:pPr>
        <w:ind w:left="3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448786">
      <w:start w:val="1"/>
      <w:numFmt w:val="bullet"/>
      <w:lvlText w:val="▪"/>
      <w:lvlJc w:val="left"/>
      <w:pPr>
        <w:ind w:left="4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6A6030">
      <w:start w:val="1"/>
      <w:numFmt w:val="bullet"/>
      <w:lvlText w:val="•"/>
      <w:lvlJc w:val="left"/>
      <w:pPr>
        <w:ind w:left="4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509832">
      <w:start w:val="1"/>
      <w:numFmt w:val="bullet"/>
      <w:lvlText w:val="o"/>
      <w:lvlJc w:val="left"/>
      <w:pPr>
        <w:ind w:left="5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8E85EE">
      <w:start w:val="1"/>
      <w:numFmt w:val="bullet"/>
      <w:lvlText w:val="▪"/>
      <w:lvlJc w:val="left"/>
      <w:pPr>
        <w:ind w:left="6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5B906E38"/>
    <w:multiLevelType w:val="hybridMultilevel"/>
    <w:tmpl w:val="D53639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4">
    <w:nsid w:val="60526699"/>
    <w:multiLevelType w:val="hybridMultilevel"/>
    <w:tmpl w:val="84787076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7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6076DC0"/>
    <w:multiLevelType w:val="hybridMultilevel"/>
    <w:tmpl w:val="45F41F10"/>
    <w:lvl w:ilvl="0" w:tplc="B4DCE9CE">
      <w:start w:val="1"/>
      <w:numFmt w:val="decimal"/>
      <w:lvlText w:val="%1."/>
      <w:lvlJc w:val="left"/>
      <w:pPr>
        <w:ind w:left="252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9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0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86B6A20"/>
    <w:multiLevelType w:val="hybridMultilevel"/>
    <w:tmpl w:val="10EA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43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C9D5995"/>
    <w:multiLevelType w:val="multilevel"/>
    <w:tmpl w:val="DD022BCE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5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9"/>
  </w:num>
  <w:num w:numId="3">
    <w:abstractNumId w:val="26"/>
  </w:num>
  <w:num w:numId="4">
    <w:abstractNumId w:val="35"/>
  </w:num>
  <w:num w:numId="5">
    <w:abstractNumId w:val="33"/>
  </w:num>
  <w:num w:numId="6">
    <w:abstractNumId w:val="18"/>
  </w:num>
  <w:num w:numId="7">
    <w:abstractNumId w:val="16"/>
  </w:num>
  <w:num w:numId="8">
    <w:abstractNumId w:val="5"/>
  </w:num>
  <w:num w:numId="9">
    <w:abstractNumId w:val="36"/>
  </w:num>
  <w:num w:numId="10">
    <w:abstractNumId w:val="40"/>
  </w:num>
  <w:num w:numId="11">
    <w:abstractNumId w:val="19"/>
  </w:num>
  <w:num w:numId="12">
    <w:abstractNumId w:val="42"/>
  </w:num>
  <w:num w:numId="13">
    <w:abstractNumId w:val="45"/>
  </w:num>
  <w:num w:numId="14">
    <w:abstractNumId w:val="25"/>
  </w:num>
  <w:num w:numId="15">
    <w:abstractNumId w:val="11"/>
  </w:num>
  <w:num w:numId="16">
    <w:abstractNumId w:val="29"/>
  </w:num>
  <w:num w:numId="17">
    <w:abstractNumId w:val="0"/>
  </w:num>
  <w:num w:numId="18">
    <w:abstractNumId w:val="21"/>
  </w:num>
  <w:num w:numId="19">
    <w:abstractNumId w:val="4"/>
  </w:num>
  <w:num w:numId="20">
    <w:abstractNumId w:val="14"/>
  </w:num>
  <w:num w:numId="21">
    <w:abstractNumId w:val="43"/>
  </w:num>
  <w:num w:numId="22">
    <w:abstractNumId w:val="12"/>
  </w:num>
  <w:num w:numId="23">
    <w:abstractNumId w:val="37"/>
  </w:num>
  <w:num w:numId="24">
    <w:abstractNumId w:val="2"/>
    <w:lvlOverride w:ilvl="0">
      <w:startOverride w:val="27"/>
    </w:lvlOverride>
    <w:lvlOverride w:ilvl="1">
      <w:startOverride w:val="3"/>
    </w:lvlOverride>
  </w:num>
  <w:num w:numId="25">
    <w:abstractNumId w:val="30"/>
  </w:num>
  <w:num w:numId="26">
    <w:abstractNumId w:val="2"/>
    <w:lvlOverride w:ilvl="0">
      <w:startOverride w:val="28"/>
    </w:lvlOverride>
    <w:lvlOverride w:ilvl="1">
      <w:startOverride w:val="2"/>
    </w:lvlOverride>
  </w:num>
  <w:num w:numId="27">
    <w:abstractNumId w:val="8"/>
  </w:num>
  <w:num w:numId="28">
    <w:abstractNumId w:val="41"/>
  </w:num>
  <w:num w:numId="29">
    <w:abstractNumId w:val="28"/>
  </w:num>
  <w:num w:numId="30">
    <w:abstractNumId w:val="44"/>
  </w:num>
  <w:num w:numId="31">
    <w:abstractNumId w:val="32"/>
  </w:num>
  <w:num w:numId="32">
    <w:abstractNumId w:val="22"/>
  </w:num>
  <w:num w:numId="33">
    <w:abstractNumId w:val="10"/>
  </w:num>
  <w:num w:numId="34">
    <w:abstractNumId w:val="34"/>
  </w:num>
  <w:num w:numId="35">
    <w:abstractNumId w:val="3"/>
  </w:num>
  <w:num w:numId="36">
    <w:abstractNumId w:val="38"/>
  </w:num>
  <w:num w:numId="37">
    <w:abstractNumId w:val="27"/>
  </w:num>
  <w:num w:numId="38">
    <w:abstractNumId w:val="23"/>
  </w:num>
  <w:num w:numId="39">
    <w:abstractNumId w:val="15"/>
  </w:num>
  <w:num w:numId="40">
    <w:abstractNumId w:val="7"/>
  </w:num>
  <w:num w:numId="41">
    <w:abstractNumId w:val="17"/>
  </w:num>
  <w:num w:numId="42">
    <w:abstractNumId w:val="20"/>
  </w:num>
  <w:num w:numId="43">
    <w:abstractNumId w:val="9"/>
  </w:num>
  <w:num w:numId="44">
    <w:abstractNumId w:val="24"/>
  </w:num>
  <w:num w:numId="45">
    <w:abstractNumId w:val="31"/>
  </w:num>
  <w:num w:numId="46">
    <w:abstractNumId w:val="6"/>
  </w:num>
  <w:num w:numId="47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B4F"/>
    <w:rsid w:val="0000596A"/>
    <w:rsid w:val="00005D7D"/>
    <w:rsid w:val="0000603C"/>
    <w:rsid w:val="000064E0"/>
    <w:rsid w:val="00007AC6"/>
    <w:rsid w:val="00011561"/>
    <w:rsid w:val="000131A0"/>
    <w:rsid w:val="0001412E"/>
    <w:rsid w:val="00014D6B"/>
    <w:rsid w:val="00014E34"/>
    <w:rsid w:val="00016984"/>
    <w:rsid w:val="00017911"/>
    <w:rsid w:val="00017E70"/>
    <w:rsid w:val="000221E6"/>
    <w:rsid w:val="00022A50"/>
    <w:rsid w:val="00023952"/>
    <w:rsid w:val="000239FF"/>
    <w:rsid w:val="000244CE"/>
    <w:rsid w:val="0002469B"/>
    <w:rsid w:val="00025918"/>
    <w:rsid w:val="00027C81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07B7"/>
    <w:rsid w:val="00041C1D"/>
    <w:rsid w:val="00042895"/>
    <w:rsid w:val="000434B3"/>
    <w:rsid w:val="00047007"/>
    <w:rsid w:val="00050492"/>
    <w:rsid w:val="00050F7C"/>
    <w:rsid w:val="00051C39"/>
    <w:rsid w:val="00054488"/>
    <w:rsid w:val="00054ACC"/>
    <w:rsid w:val="00055872"/>
    <w:rsid w:val="0005598D"/>
    <w:rsid w:val="00057082"/>
    <w:rsid w:val="00061729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4A61"/>
    <w:rsid w:val="00075799"/>
    <w:rsid w:val="00076208"/>
    <w:rsid w:val="00077148"/>
    <w:rsid w:val="00077BEA"/>
    <w:rsid w:val="000814CD"/>
    <w:rsid w:val="00082ADC"/>
    <w:rsid w:val="00084095"/>
    <w:rsid w:val="00087B65"/>
    <w:rsid w:val="00091D14"/>
    <w:rsid w:val="0009336D"/>
    <w:rsid w:val="00093E18"/>
    <w:rsid w:val="0009640B"/>
    <w:rsid w:val="00096539"/>
    <w:rsid w:val="00096ACB"/>
    <w:rsid w:val="00096F0C"/>
    <w:rsid w:val="00097092"/>
    <w:rsid w:val="000971DA"/>
    <w:rsid w:val="00097894"/>
    <w:rsid w:val="000A174A"/>
    <w:rsid w:val="000A2027"/>
    <w:rsid w:val="000A27FA"/>
    <w:rsid w:val="000A4387"/>
    <w:rsid w:val="000A4CA4"/>
    <w:rsid w:val="000A5AD6"/>
    <w:rsid w:val="000A7B1D"/>
    <w:rsid w:val="000B038F"/>
    <w:rsid w:val="000B2A6E"/>
    <w:rsid w:val="000B45D9"/>
    <w:rsid w:val="000B54D9"/>
    <w:rsid w:val="000B69BC"/>
    <w:rsid w:val="000C110C"/>
    <w:rsid w:val="000C1D5A"/>
    <w:rsid w:val="000C2215"/>
    <w:rsid w:val="000C283F"/>
    <w:rsid w:val="000C35F6"/>
    <w:rsid w:val="000C4D3E"/>
    <w:rsid w:val="000C509D"/>
    <w:rsid w:val="000C5925"/>
    <w:rsid w:val="000C6953"/>
    <w:rsid w:val="000C7C48"/>
    <w:rsid w:val="000D0E72"/>
    <w:rsid w:val="000D0F55"/>
    <w:rsid w:val="000D5521"/>
    <w:rsid w:val="000D57C6"/>
    <w:rsid w:val="000D60F4"/>
    <w:rsid w:val="000D7002"/>
    <w:rsid w:val="000D7DF6"/>
    <w:rsid w:val="000D7F9A"/>
    <w:rsid w:val="000E18AE"/>
    <w:rsid w:val="000E5699"/>
    <w:rsid w:val="000E5E0F"/>
    <w:rsid w:val="000F1E4F"/>
    <w:rsid w:val="000F1EBB"/>
    <w:rsid w:val="000F29F4"/>
    <w:rsid w:val="000F3131"/>
    <w:rsid w:val="000F50ED"/>
    <w:rsid w:val="000F5DA9"/>
    <w:rsid w:val="000F61FD"/>
    <w:rsid w:val="000F62BB"/>
    <w:rsid w:val="000F7F0A"/>
    <w:rsid w:val="00103531"/>
    <w:rsid w:val="00104AB3"/>
    <w:rsid w:val="00105068"/>
    <w:rsid w:val="0011063F"/>
    <w:rsid w:val="00110D56"/>
    <w:rsid w:val="001111B0"/>
    <w:rsid w:val="00112244"/>
    <w:rsid w:val="00112683"/>
    <w:rsid w:val="00112F85"/>
    <w:rsid w:val="00113022"/>
    <w:rsid w:val="0011455A"/>
    <w:rsid w:val="00117992"/>
    <w:rsid w:val="00117FB5"/>
    <w:rsid w:val="00122256"/>
    <w:rsid w:val="00124C9B"/>
    <w:rsid w:val="00125260"/>
    <w:rsid w:val="00126496"/>
    <w:rsid w:val="001270C6"/>
    <w:rsid w:val="001277D3"/>
    <w:rsid w:val="0013023D"/>
    <w:rsid w:val="00134152"/>
    <w:rsid w:val="0013557E"/>
    <w:rsid w:val="00135B55"/>
    <w:rsid w:val="0013659A"/>
    <w:rsid w:val="0013661D"/>
    <w:rsid w:val="00137571"/>
    <w:rsid w:val="0013763C"/>
    <w:rsid w:val="00137AFB"/>
    <w:rsid w:val="00141B4B"/>
    <w:rsid w:val="001420EE"/>
    <w:rsid w:val="001479ED"/>
    <w:rsid w:val="0015015F"/>
    <w:rsid w:val="0015230B"/>
    <w:rsid w:val="00153BA6"/>
    <w:rsid w:val="00155DBB"/>
    <w:rsid w:val="00155EB3"/>
    <w:rsid w:val="0015780D"/>
    <w:rsid w:val="0016026B"/>
    <w:rsid w:val="00160E4F"/>
    <w:rsid w:val="00162435"/>
    <w:rsid w:val="00162D00"/>
    <w:rsid w:val="00164DAF"/>
    <w:rsid w:val="0016519D"/>
    <w:rsid w:val="001664F4"/>
    <w:rsid w:val="00170732"/>
    <w:rsid w:val="00171326"/>
    <w:rsid w:val="001714DA"/>
    <w:rsid w:val="00174217"/>
    <w:rsid w:val="00175D12"/>
    <w:rsid w:val="00181A41"/>
    <w:rsid w:val="00181A94"/>
    <w:rsid w:val="00182A8F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5668"/>
    <w:rsid w:val="001978E0"/>
    <w:rsid w:val="001A4545"/>
    <w:rsid w:val="001A46E0"/>
    <w:rsid w:val="001A4770"/>
    <w:rsid w:val="001A51D0"/>
    <w:rsid w:val="001A559B"/>
    <w:rsid w:val="001A5E97"/>
    <w:rsid w:val="001B28C4"/>
    <w:rsid w:val="001B2FCB"/>
    <w:rsid w:val="001B4162"/>
    <w:rsid w:val="001B4FC9"/>
    <w:rsid w:val="001B6B2F"/>
    <w:rsid w:val="001B7591"/>
    <w:rsid w:val="001C3208"/>
    <w:rsid w:val="001C509B"/>
    <w:rsid w:val="001C6A41"/>
    <w:rsid w:val="001C6A84"/>
    <w:rsid w:val="001C6D8C"/>
    <w:rsid w:val="001D0B8F"/>
    <w:rsid w:val="001D1913"/>
    <w:rsid w:val="001D3BE7"/>
    <w:rsid w:val="001D4668"/>
    <w:rsid w:val="001D56F7"/>
    <w:rsid w:val="001D6297"/>
    <w:rsid w:val="001D7DCB"/>
    <w:rsid w:val="001E1F5B"/>
    <w:rsid w:val="001E25A5"/>
    <w:rsid w:val="001E2818"/>
    <w:rsid w:val="001E306B"/>
    <w:rsid w:val="001E4968"/>
    <w:rsid w:val="001E4CE1"/>
    <w:rsid w:val="001E524D"/>
    <w:rsid w:val="001E5B23"/>
    <w:rsid w:val="001F024B"/>
    <w:rsid w:val="001F0312"/>
    <w:rsid w:val="001F1F36"/>
    <w:rsid w:val="001F2C22"/>
    <w:rsid w:val="001F50EA"/>
    <w:rsid w:val="001F5865"/>
    <w:rsid w:val="001F5BF7"/>
    <w:rsid w:val="001F767A"/>
    <w:rsid w:val="002005F5"/>
    <w:rsid w:val="00201C99"/>
    <w:rsid w:val="00202962"/>
    <w:rsid w:val="00203BA9"/>
    <w:rsid w:val="002057A0"/>
    <w:rsid w:val="00205B12"/>
    <w:rsid w:val="002073FF"/>
    <w:rsid w:val="00211556"/>
    <w:rsid w:val="00212C99"/>
    <w:rsid w:val="00212E96"/>
    <w:rsid w:val="00216622"/>
    <w:rsid w:val="00216EE2"/>
    <w:rsid w:val="00217680"/>
    <w:rsid w:val="002178BB"/>
    <w:rsid w:val="002206DD"/>
    <w:rsid w:val="002208BA"/>
    <w:rsid w:val="00220C3A"/>
    <w:rsid w:val="00220D26"/>
    <w:rsid w:val="002213CA"/>
    <w:rsid w:val="002218C1"/>
    <w:rsid w:val="002237D8"/>
    <w:rsid w:val="002244C6"/>
    <w:rsid w:val="002245F8"/>
    <w:rsid w:val="00224773"/>
    <w:rsid w:val="00225CA6"/>
    <w:rsid w:val="00231BE1"/>
    <w:rsid w:val="002333C0"/>
    <w:rsid w:val="002357C5"/>
    <w:rsid w:val="002369D3"/>
    <w:rsid w:val="00240855"/>
    <w:rsid w:val="00240E44"/>
    <w:rsid w:val="00241498"/>
    <w:rsid w:val="0024163A"/>
    <w:rsid w:val="00241F6D"/>
    <w:rsid w:val="00243B21"/>
    <w:rsid w:val="00246735"/>
    <w:rsid w:val="0025130F"/>
    <w:rsid w:val="00251354"/>
    <w:rsid w:val="0025151D"/>
    <w:rsid w:val="00252362"/>
    <w:rsid w:val="00252C7C"/>
    <w:rsid w:val="00253139"/>
    <w:rsid w:val="00253D6F"/>
    <w:rsid w:val="002544B8"/>
    <w:rsid w:val="00254AAF"/>
    <w:rsid w:val="00255565"/>
    <w:rsid w:val="00255F80"/>
    <w:rsid w:val="00262832"/>
    <w:rsid w:val="00262B98"/>
    <w:rsid w:val="00263200"/>
    <w:rsid w:val="0026404D"/>
    <w:rsid w:val="00271264"/>
    <w:rsid w:val="00272425"/>
    <w:rsid w:val="00272C9C"/>
    <w:rsid w:val="0027378B"/>
    <w:rsid w:val="00273A6D"/>
    <w:rsid w:val="00275005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223F"/>
    <w:rsid w:val="00293248"/>
    <w:rsid w:val="002935B4"/>
    <w:rsid w:val="0029462B"/>
    <w:rsid w:val="00294F2C"/>
    <w:rsid w:val="00295CF3"/>
    <w:rsid w:val="00297647"/>
    <w:rsid w:val="00297B5E"/>
    <w:rsid w:val="002A1714"/>
    <w:rsid w:val="002A1725"/>
    <w:rsid w:val="002A19ED"/>
    <w:rsid w:val="002A4609"/>
    <w:rsid w:val="002A48EE"/>
    <w:rsid w:val="002B0267"/>
    <w:rsid w:val="002B071E"/>
    <w:rsid w:val="002B185A"/>
    <w:rsid w:val="002B19A7"/>
    <w:rsid w:val="002B30E0"/>
    <w:rsid w:val="002B4B3E"/>
    <w:rsid w:val="002B77FF"/>
    <w:rsid w:val="002C1236"/>
    <w:rsid w:val="002C1320"/>
    <w:rsid w:val="002C14EF"/>
    <w:rsid w:val="002C1DBC"/>
    <w:rsid w:val="002C213C"/>
    <w:rsid w:val="002C2D89"/>
    <w:rsid w:val="002C2DD8"/>
    <w:rsid w:val="002C35D6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7770"/>
    <w:rsid w:val="002E7ED8"/>
    <w:rsid w:val="002F07F8"/>
    <w:rsid w:val="002F1007"/>
    <w:rsid w:val="002F1475"/>
    <w:rsid w:val="002F18F3"/>
    <w:rsid w:val="002F1CD9"/>
    <w:rsid w:val="002F2EBC"/>
    <w:rsid w:val="002F390B"/>
    <w:rsid w:val="002F3CE7"/>
    <w:rsid w:val="002F3D2F"/>
    <w:rsid w:val="002F3D3F"/>
    <w:rsid w:val="002F4248"/>
    <w:rsid w:val="002F5E32"/>
    <w:rsid w:val="002F608F"/>
    <w:rsid w:val="002F68B2"/>
    <w:rsid w:val="002F7066"/>
    <w:rsid w:val="002F7111"/>
    <w:rsid w:val="002F7208"/>
    <w:rsid w:val="00300068"/>
    <w:rsid w:val="00302EAA"/>
    <w:rsid w:val="0030390A"/>
    <w:rsid w:val="0030484E"/>
    <w:rsid w:val="00304874"/>
    <w:rsid w:val="00304A5F"/>
    <w:rsid w:val="00305CC7"/>
    <w:rsid w:val="0030755A"/>
    <w:rsid w:val="00310C06"/>
    <w:rsid w:val="00311481"/>
    <w:rsid w:val="0031182A"/>
    <w:rsid w:val="00312293"/>
    <w:rsid w:val="00316D7B"/>
    <w:rsid w:val="0031704E"/>
    <w:rsid w:val="00317F44"/>
    <w:rsid w:val="00323B8A"/>
    <w:rsid w:val="0032492B"/>
    <w:rsid w:val="003252FE"/>
    <w:rsid w:val="0032572E"/>
    <w:rsid w:val="00325A72"/>
    <w:rsid w:val="003274C4"/>
    <w:rsid w:val="00332232"/>
    <w:rsid w:val="00334438"/>
    <w:rsid w:val="00334EC6"/>
    <w:rsid w:val="00336A8E"/>
    <w:rsid w:val="00337D72"/>
    <w:rsid w:val="00344016"/>
    <w:rsid w:val="0034411F"/>
    <w:rsid w:val="003449A7"/>
    <w:rsid w:val="00345AB3"/>
    <w:rsid w:val="00346207"/>
    <w:rsid w:val="00347902"/>
    <w:rsid w:val="00354C9B"/>
    <w:rsid w:val="003558E4"/>
    <w:rsid w:val="003602F7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67E13"/>
    <w:rsid w:val="003704D8"/>
    <w:rsid w:val="00370B0E"/>
    <w:rsid w:val="00370E13"/>
    <w:rsid w:val="0037197D"/>
    <w:rsid w:val="00372079"/>
    <w:rsid w:val="00374F4B"/>
    <w:rsid w:val="00375325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565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A52A1"/>
    <w:rsid w:val="003A59D5"/>
    <w:rsid w:val="003A7205"/>
    <w:rsid w:val="003B0649"/>
    <w:rsid w:val="003B1103"/>
    <w:rsid w:val="003B1FCB"/>
    <w:rsid w:val="003B2CC0"/>
    <w:rsid w:val="003B36DF"/>
    <w:rsid w:val="003B7264"/>
    <w:rsid w:val="003C0BE8"/>
    <w:rsid w:val="003C0E80"/>
    <w:rsid w:val="003C374B"/>
    <w:rsid w:val="003C5B7E"/>
    <w:rsid w:val="003C7A7E"/>
    <w:rsid w:val="003D10A2"/>
    <w:rsid w:val="003D19BC"/>
    <w:rsid w:val="003D1D64"/>
    <w:rsid w:val="003D36D0"/>
    <w:rsid w:val="003E1E4C"/>
    <w:rsid w:val="003E2470"/>
    <w:rsid w:val="003E2A0C"/>
    <w:rsid w:val="003E3A98"/>
    <w:rsid w:val="003E57D2"/>
    <w:rsid w:val="003E5D6B"/>
    <w:rsid w:val="003E5EBC"/>
    <w:rsid w:val="003F02F7"/>
    <w:rsid w:val="003F4FFF"/>
    <w:rsid w:val="003F7C06"/>
    <w:rsid w:val="00400CBB"/>
    <w:rsid w:val="00400FC0"/>
    <w:rsid w:val="004013EB"/>
    <w:rsid w:val="00402D1A"/>
    <w:rsid w:val="004042FC"/>
    <w:rsid w:val="0040455B"/>
    <w:rsid w:val="00404CCD"/>
    <w:rsid w:val="00405C12"/>
    <w:rsid w:val="00406128"/>
    <w:rsid w:val="004116EB"/>
    <w:rsid w:val="00412384"/>
    <w:rsid w:val="004126C2"/>
    <w:rsid w:val="00413431"/>
    <w:rsid w:val="00414255"/>
    <w:rsid w:val="0041453E"/>
    <w:rsid w:val="00415BA6"/>
    <w:rsid w:val="00415EB5"/>
    <w:rsid w:val="0041683E"/>
    <w:rsid w:val="004177BF"/>
    <w:rsid w:val="00420753"/>
    <w:rsid w:val="004221BC"/>
    <w:rsid w:val="00422A0B"/>
    <w:rsid w:val="0042395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3AD3"/>
    <w:rsid w:val="004445BA"/>
    <w:rsid w:val="00444B0E"/>
    <w:rsid w:val="00444D7C"/>
    <w:rsid w:val="00445E37"/>
    <w:rsid w:val="00447AF1"/>
    <w:rsid w:val="004513C4"/>
    <w:rsid w:val="00452038"/>
    <w:rsid w:val="00452325"/>
    <w:rsid w:val="00454BDA"/>
    <w:rsid w:val="004573B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02C"/>
    <w:rsid w:val="00475E92"/>
    <w:rsid w:val="0047774C"/>
    <w:rsid w:val="00481201"/>
    <w:rsid w:val="004825EB"/>
    <w:rsid w:val="00483017"/>
    <w:rsid w:val="00483771"/>
    <w:rsid w:val="004851C8"/>
    <w:rsid w:val="00485B80"/>
    <w:rsid w:val="00486FF2"/>
    <w:rsid w:val="004879A5"/>
    <w:rsid w:val="00490199"/>
    <w:rsid w:val="004903CA"/>
    <w:rsid w:val="00491D49"/>
    <w:rsid w:val="004933B3"/>
    <w:rsid w:val="00494499"/>
    <w:rsid w:val="00494E95"/>
    <w:rsid w:val="004956DB"/>
    <w:rsid w:val="00495F95"/>
    <w:rsid w:val="00496478"/>
    <w:rsid w:val="004972C6"/>
    <w:rsid w:val="00497D4C"/>
    <w:rsid w:val="004A0C20"/>
    <w:rsid w:val="004A1385"/>
    <w:rsid w:val="004A1B1F"/>
    <w:rsid w:val="004A5524"/>
    <w:rsid w:val="004A5C57"/>
    <w:rsid w:val="004B045D"/>
    <w:rsid w:val="004B0D40"/>
    <w:rsid w:val="004B1542"/>
    <w:rsid w:val="004B43E0"/>
    <w:rsid w:val="004B5BB8"/>
    <w:rsid w:val="004B6666"/>
    <w:rsid w:val="004B7E59"/>
    <w:rsid w:val="004C0079"/>
    <w:rsid w:val="004C03D7"/>
    <w:rsid w:val="004C1F3A"/>
    <w:rsid w:val="004C27AC"/>
    <w:rsid w:val="004C5926"/>
    <w:rsid w:val="004C5EB9"/>
    <w:rsid w:val="004C7BB9"/>
    <w:rsid w:val="004D2665"/>
    <w:rsid w:val="004D269F"/>
    <w:rsid w:val="004D26F5"/>
    <w:rsid w:val="004D5314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55CF"/>
    <w:rsid w:val="004F6764"/>
    <w:rsid w:val="004F79E0"/>
    <w:rsid w:val="00500A1D"/>
    <w:rsid w:val="0050204C"/>
    <w:rsid w:val="00502D42"/>
    <w:rsid w:val="00503318"/>
    <w:rsid w:val="0050476E"/>
    <w:rsid w:val="005079FC"/>
    <w:rsid w:val="0051037A"/>
    <w:rsid w:val="0051095F"/>
    <w:rsid w:val="00511C0B"/>
    <w:rsid w:val="00511CC2"/>
    <w:rsid w:val="00512066"/>
    <w:rsid w:val="00513286"/>
    <w:rsid w:val="005136F7"/>
    <w:rsid w:val="00515168"/>
    <w:rsid w:val="00515A4A"/>
    <w:rsid w:val="00516D5D"/>
    <w:rsid w:val="0052059C"/>
    <w:rsid w:val="0052065F"/>
    <w:rsid w:val="00522AF8"/>
    <w:rsid w:val="00524B9D"/>
    <w:rsid w:val="005267EC"/>
    <w:rsid w:val="005307D0"/>
    <w:rsid w:val="00531212"/>
    <w:rsid w:val="00533B4F"/>
    <w:rsid w:val="00534666"/>
    <w:rsid w:val="005449EF"/>
    <w:rsid w:val="005473A7"/>
    <w:rsid w:val="005503C8"/>
    <w:rsid w:val="00552380"/>
    <w:rsid w:val="005528C1"/>
    <w:rsid w:val="00552BFE"/>
    <w:rsid w:val="00553390"/>
    <w:rsid w:val="00554834"/>
    <w:rsid w:val="00556692"/>
    <w:rsid w:val="00557C7B"/>
    <w:rsid w:val="005607ED"/>
    <w:rsid w:val="0056217A"/>
    <w:rsid w:val="00562A69"/>
    <w:rsid w:val="005705B6"/>
    <w:rsid w:val="00570726"/>
    <w:rsid w:val="005723EC"/>
    <w:rsid w:val="005748DB"/>
    <w:rsid w:val="00574A66"/>
    <w:rsid w:val="00575899"/>
    <w:rsid w:val="005768E3"/>
    <w:rsid w:val="00576950"/>
    <w:rsid w:val="00576CC4"/>
    <w:rsid w:val="00577318"/>
    <w:rsid w:val="00580907"/>
    <w:rsid w:val="00581730"/>
    <w:rsid w:val="00582C4A"/>
    <w:rsid w:val="00583254"/>
    <w:rsid w:val="00584E44"/>
    <w:rsid w:val="005871C9"/>
    <w:rsid w:val="00587854"/>
    <w:rsid w:val="00587F95"/>
    <w:rsid w:val="00590CDA"/>
    <w:rsid w:val="005915FD"/>
    <w:rsid w:val="0059169C"/>
    <w:rsid w:val="00592A68"/>
    <w:rsid w:val="00593DEB"/>
    <w:rsid w:val="00594983"/>
    <w:rsid w:val="00594F85"/>
    <w:rsid w:val="005960BB"/>
    <w:rsid w:val="00596F45"/>
    <w:rsid w:val="005A0559"/>
    <w:rsid w:val="005A136C"/>
    <w:rsid w:val="005A2ED9"/>
    <w:rsid w:val="005A393D"/>
    <w:rsid w:val="005A5580"/>
    <w:rsid w:val="005B00D6"/>
    <w:rsid w:val="005B0574"/>
    <w:rsid w:val="005B0D30"/>
    <w:rsid w:val="005B1550"/>
    <w:rsid w:val="005B2BDC"/>
    <w:rsid w:val="005B5AFF"/>
    <w:rsid w:val="005B622C"/>
    <w:rsid w:val="005B64D6"/>
    <w:rsid w:val="005C2390"/>
    <w:rsid w:val="005C2AFC"/>
    <w:rsid w:val="005C623C"/>
    <w:rsid w:val="005D0BF5"/>
    <w:rsid w:val="005D1122"/>
    <w:rsid w:val="005D12F6"/>
    <w:rsid w:val="005D1EBA"/>
    <w:rsid w:val="005D2B4E"/>
    <w:rsid w:val="005D3005"/>
    <w:rsid w:val="005D3177"/>
    <w:rsid w:val="005D3BFD"/>
    <w:rsid w:val="005D46F8"/>
    <w:rsid w:val="005D6EF1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09A"/>
    <w:rsid w:val="0061647E"/>
    <w:rsid w:val="00617AA6"/>
    <w:rsid w:val="00620263"/>
    <w:rsid w:val="0062049B"/>
    <w:rsid w:val="00620DAB"/>
    <w:rsid w:val="006213F2"/>
    <w:rsid w:val="00625679"/>
    <w:rsid w:val="00627209"/>
    <w:rsid w:val="00631995"/>
    <w:rsid w:val="006362E6"/>
    <w:rsid w:val="0064012E"/>
    <w:rsid w:val="00640517"/>
    <w:rsid w:val="0064147C"/>
    <w:rsid w:val="006422B3"/>
    <w:rsid w:val="0064427B"/>
    <w:rsid w:val="00645666"/>
    <w:rsid w:val="0064598E"/>
    <w:rsid w:val="0064637D"/>
    <w:rsid w:val="00646CE0"/>
    <w:rsid w:val="006470B4"/>
    <w:rsid w:val="006472C1"/>
    <w:rsid w:val="00647360"/>
    <w:rsid w:val="00650D60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1712"/>
    <w:rsid w:val="00671747"/>
    <w:rsid w:val="0067253D"/>
    <w:rsid w:val="00676CDA"/>
    <w:rsid w:val="0067774B"/>
    <w:rsid w:val="00680783"/>
    <w:rsid w:val="00681EE7"/>
    <w:rsid w:val="0068204A"/>
    <w:rsid w:val="00682EB8"/>
    <w:rsid w:val="00683119"/>
    <w:rsid w:val="006840E7"/>
    <w:rsid w:val="006850BF"/>
    <w:rsid w:val="0068746E"/>
    <w:rsid w:val="00690F66"/>
    <w:rsid w:val="00692C0B"/>
    <w:rsid w:val="00692CA5"/>
    <w:rsid w:val="00692E58"/>
    <w:rsid w:val="00693864"/>
    <w:rsid w:val="00695618"/>
    <w:rsid w:val="00696021"/>
    <w:rsid w:val="00696DE2"/>
    <w:rsid w:val="00697DB4"/>
    <w:rsid w:val="006A08EB"/>
    <w:rsid w:val="006A5E1C"/>
    <w:rsid w:val="006A5F3D"/>
    <w:rsid w:val="006A602B"/>
    <w:rsid w:val="006A64A5"/>
    <w:rsid w:val="006A7009"/>
    <w:rsid w:val="006B6F76"/>
    <w:rsid w:val="006C0668"/>
    <w:rsid w:val="006C21A4"/>
    <w:rsid w:val="006C36C3"/>
    <w:rsid w:val="006C41DC"/>
    <w:rsid w:val="006C492D"/>
    <w:rsid w:val="006C4E08"/>
    <w:rsid w:val="006C6DBC"/>
    <w:rsid w:val="006C7B6D"/>
    <w:rsid w:val="006D01F9"/>
    <w:rsid w:val="006D0323"/>
    <w:rsid w:val="006D0EEB"/>
    <w:rsid w:val="006D60C5"/>
    <w:rsid w:val="006D656B"/>
    <w:rsid w:val="006D7B0A"/>
    <w:rsid w:val="006E2C60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6F5521"/>
    <w:rsid w:val="00700733"/>
    <w:rsid w:val="00700DEC"/>
    <w:rsid w:val="00702663"/>
    <w:rsid w:val="0070359C"/>
    <w:rsid w:val="00703868"/>
    <w:rsid w:val="00703E6A"/>
    <w:rsid w:val="00704C69"/>
    <w:rsid w:val="00706DDB"/>
    <w:rsid w:val="007073BC"/>
    <w:rsid w:val="00713BD0"/>
    <w:rsid w:val="00716CDD"/>
    <w:rsid w:val="00720B5A"/>
    <w:rsid w:val="00727C0A"/>
    <w:rsid w:val="0073690E"/>
    <w:rsid w:val="00736E3F"/>
    <w:rsid w:val="00737750"/>
    <w:rsid w:val="007424B5"/>
    <w:rsid w:val="00743228"/>
    <w:rsid w:val="00745811"/>
    <w:rsid w:val="00750AC7"/>
    <w:rsid w:val="00750EE6"/>
    <w:rsid w:val="00751019"/>
    <w:rsid w:val="0075448F"/>
    <w:rsid w:val="0075510D"/>
    <w:rsid w:val="007568C6"/>
    <w:rsid w:val="00757345"/>
    <w:rsid w:val="00757C9F"/>
    <w:rsid w:val="0076165E"/>
    <w:rsid w:val="00762138"/>
    <w:rsid w:val="00762810"/>
    <w:rsid w:val="007631B3"/>
    <w:rsid w:val="00770DD4"/>
    <w:rsid w:val="00771140"/>
    <w:rsid w:val="00771896"/>
    <w:rsid w:val="00776AF7"/>
    <w:rsid w:val="007775B6"/>
    <w:rsid w:val="0078039E"/>
    <w:rsid w:val="007822E0"/>
    <w:rsid w:val="00782555"/>
    <w:rsid w:val="007825AE"/>
    <w:rsid w:val="00782A70"/>
    <w:rsid w:val="0078326F"/>
    <w:rsid w:val="00785526"/>
    <w:rsid w:val="00787165"/>
    <w:rsid w:val="007876B6"/>
    <w:rsid w:val="00790FBD"/>
    <w:rsid w:val="00791063"/>
    <w:rsid w:val="00791628"/>
    <w:rsid w:val="00791D4B"/>
    <w:rsid w:val="007933B2"/>
    <w:rsid w:val="00793F53"/>
    <w:rsid w:val="007941AA"/>
    <w:rsid w:val="007945FF"/>
    <w:rsid w:val="0079500A"/>
    <w:rsid w:val="0079775F"/>
    <w:rsid w:val="00797B6C"/>
    <w:rsid w:val="007A03A2"/>
    <w:rsid w:val="007A054B"/>
    <w:rsid w:val="007A2163"/>
    <w:rsid w:val="007A231B"/>
    <w:rsid w:val="007A277C"/>
    <w:rsid w:val="007A39DE"/>
    <w:rsid w:val="007A6E06"/>
    <w:rsid w:val="007B1766"/>
    <w:rsid w:val="007B4C8C"/>
    <w:rsid w:val="007B515F"/>
    <w:rsid w:val="007B563B"/>
    <w:rsid w:val="007B598C"/>
    <w:rsid w:val="007C085C"/>
    <w:rsid w:val="007C0C85"/>
    <w:rsid w:val="007C1D6A"/>
    <w:rsid w:val="007C3C47"/>
    <w:rsid w:val="007C534C"/>
    <w:rsid w:val="007C5752"/>
    <w:rsid w:val="007C5E14"/>
    <w:rsid w:val="007D0175"/>
    <w:rsid w:val="007D07EA"/>
    <w:rsid w:val="007D1A23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6BA1"/>
    <w:rsid w:val="007F7A07"/>
    <w:rsid w:val="007F7B4C"/>
    <w:rsid w:val="007F7F7E"/>
    <w:rsid w:val="0080230F"/>
    <w:rsid w:val="008028E6"/>
    <w:rsid w:val="00804654"/>
    <w:rsid w:val="0080717B"/>
    <w:rsid w:val="00807E1E"/>
    <w:rsid w:val="008103DD"/>
    <w:rsid w:val="00810A4C"/>
    <w:rsid w:val="0081216C"/>
    <w:rsid w:val="008141E0"/>
    <w:rsid w:val="008150AA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36392"/>
    <w:rsid w:val="0083754B"/>
    <w:rsid w:val="00840009"/>
    <w:rsid w:val="00840C1F"/>
    <w:rsid w:val="0084225D"/>
    <w:rsid w:val="00844766"/>
    <w:rsid w:val="0085280A"/>
    <w:rsid w:val="00853EAA"/>
    <w:rsid w:val="008542B2"/>
    <w:rsid w:val="00854D8D"/>
    <w:rsid w:val="00854E60"/>
    <w:rsid w:val="00854F2F"/>
    <w:rsid w:val="00856398"/>
    <w:rsid w:val="00856973"/>
    <w:rsid w:val="00856E98"/>
    <w:rsid w:val="00863681"/>
    <w:rsid w:val="00864905"/>
    <w:rsid w:val="008656C1"/>
    <w:rsid w:val="008677AD"/>
    <w:rsid w:val="00871F9E"/>
    <w:rsid w:val="0087216F"/>
    <w:rsid w:val="008724A0"/>
    <w:rsid w:val="00872FEA"/>
    <w:rsid w:val="00874191"/>
    <w:rsid w:val="00874401"/>
    <w:rsid w:val="00874C25"/>
    <w:rsid w:val="00874D8C"/>
    <w:rsid w:val="008758F8"/>
    <w:rsid w:val="00876C60"/>
    <w:rsid w:val="00880966"/>
    <w:rsid w:val="008811EE"/>
    <w:rsid w:val="008820F7"/>
    <w:rsid w:val="00882580"/>
    <w:rsid w:val="00884A21"/>
    <w:rsid w:val="00885ADC"/>
    <w:rsid w:val="00886BA0"/>
    <w:rsid w:val="00887354"/>
    <w:rsid w:val="00891596"/>
    <w:rsid w:val="008940C9"/>
    <w:rsid w:val="008949F3"/>
    <w:rsid w:val="00895EDB"/>
    <w:rsid w:val="00896AF3"/>
    <w:rsid w:val="008A1028"/>
    <w:rsid w:val="008A19CC"/>
    <w:rsid w:val="008A2E42"/>
    <w:rsid w:val="008A2F77"/>
    <w:rsid w:val="008A478D"/>
    <w:rsid w:val="008A6AF8"/>
    <w:rsid w:val="008A739D"/>
    <w:rsid w:val="008A7B21"/>
    <w:rsid w:val="008B02C7"/>
    <w:rsid w:val="008B1A15"/>
    <w:rsid w:val="008B2DBA"/>
    <w:rsid w:val="008B3D49"/>
    <w:rsid w:val="008B4996"/>
    <w:rsid w:val="008B5A05"/>
    <w:rsid w:val="008B6BD3"/>
    <w:rsid w:val="008B7AF3"/>
    <w:rsid w:val="008C2BCA"/>
    <w:rsid w:val="008C52A2"/>
    <w:rsid w:val="008C52A6"/>
    <w:rsid w:val="008C6591"/>
    <w:rsid w:val="008C73BB"/>
    <w:rsid w:val="008D00F7"/>
    <w:rsid w:val="008D2138"/>
    <w:rsid w:val="008D26F8"/>
    <w:rsid w:val="008D3305"/>
    <w:rsid w:val="008D429D"/>
    <w:rsid w:val="008D4827"/>
    <w:rsid w:val="008D5965"/>
    <w:rsid w:val="008D6320"/>
    <w:rsid w:val="008D6C8E"/>
    <w:rsid w:val="008E0493"/>
    <w:rsid w:val="008E1BCE"/>
    <w:rsid w:val="008E3A37"/>
    <w:rsid w:val="008E3AB9"/>
    <w:rsid w:val="008E3D2F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577D"/>
    <w:rsid w:val="008F69B9"/>
    <w:rsid w:val="009011CF"/>
    <w:rsid w:val="009036EF"/>
    <w:rsid w:val="009046BA"/>
    <w:rsid w:val="00904D18"/>
    <w:rsid w:val="0091147A"/>
    <w:rsid w:val="00913929"/>
    <w:rsid w:val="009161AF"/>
    <w:rsid w:val="009176F4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57941"/>
    <w:rsid w:val="0096164E"/>
    <w:rsid w:val="00962D6C"/>
    <w:rsid w:val="00964373"/>
    <w:rsid w:val="00965876"/>
    <w:rsid w:val="00966E7B"/>
    <w:rsid w:val="00967F93"/>
    <w:rsid w:val="009700D1"/>
    <w:rsid w:val="009711EE"/>
    <w:rsid w:val="00971632"/>
    <w:rsid w:val="00972529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87B2D"/>
    <w:rsid w:val="00991481"/>
    <w:rsid w:val="009915E0"/>
    <w:rsid w:val="009921C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5B02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25D6"/>
    <w:rsid w:val="009C3133"/>
    <w:rsid w:val="009C318E"/>
    <w:rsid w:val="009C4982"/>
    <w:rsid w:val="009D079C"/>
    <w:rsid w:val="009D18D6"/>
    <w:rsid w:val="009D21E9"/>
    <w:rsid w:val="009D2C27"/>
    <w:rsid w:val="009D3810"/>
    <w:rsid w:val="009D3F3E"/>
    <w:rsid w:val="009E06A7"/>
    <w:rsid w:val="009E0FFE"/>
    <w:rsid w:val="009E1E85"/>
    <w:rsid w:val="009E240E"/>
    <w:rsid w:val="009E25CC"/>
    <w:rsid w:val="009E5D43"/>
    <w:rsid w:val="009E6AE1"/>
    <w:rsid w:val="009E7C1C"/>
    <w:rsid w:val="009F147E"/>
    <w:rsid w:val="009F1BE7"/>
    <w:rsid w:val="009F4A6E"/>
    <w:rsid w:val="009F4AE7"/>
    <w:rsid w:val="009F6F32"/>
    <w:rsid w:val="009F71F5"/>
    <w:rsid w:val="009F77E5"/>
    <w:rsid w:val="00A05D2E"/>
    <w:rsid w:val="00A1008E"/>
    <w:rsid w:val="00A102BD"/>
    <w:rsid w:val="00A11EE8"/>
    <w:rsid w:val="00A1263B"/>
    <w:rsid w:val="00A12B4F"/>
    <w:rsid w:val="00A13105"/>
    <w:rsid w:val="00A13443"/>
    <w:rsid w:val="00A1459F"/>
    <w:rsid w:val="00A14C38"/>
    <w:rsid w:val="00A150E6"/>
    <w:rsid w:val="00A15535"/>
    <w:rsid w:val="00A16631"/>
    <w:rsid w:val="00A16794"/>
    <w:rsid w:val="00A16C93"/>
    <w:rsid w:val="00A173ED"/>
    <w:rsid w:val="00A218F8"/>
    <w:rsid w:val="00A23395"/>
    <w:rsid w:val="00A23C7D"/>
    <w:rsid w:val="00A2625E"/>
    <w:rsid w:val="00A27463"/>
    <w:rsid w:val="00A30388"/>
    <w:rsid w:val="00A32B8E"/>
    <w:rsid w:val="00A33BFC"/>
    <w:rsid w:val="00A34E29"/>
    <w:rsid w:val="00A40DA6"/>
    <w:rsid w:val="00A414BB"/>
    <w:rsid w:val="00A420DA"/>
    <w:rsid w:val="00A4583A"/>
    <w:rsid w:val="00A468D9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77FDF"/>
    <w:rsid w:val="00A808F2"/>
    <w:rsid w:val="00A813EE"/>
    <w:rsid w:val="00A81BAA"/>
    <w:rsid w:val="00A82CBD"/>
    <w:rsid w:val="00A83EC2"/>
    <w:rsid w:val="00A87B1D"/>
    <w:rsid w:val="00A90119"/>
    <w:rsid w:val="00A918B5"/>
    <w:rsid w:val="00A9223A"/>
    <w:rsid w:val="00A93844"/>
    <w:rsid w:val="00A94A3F"/>
    <w:rsid w:val="00A96E55"/>
    <w:rsid w:val="00A972BF"/>
    <w:rsid w:val="00A9736F"/>
    <w:rsid w:val="00AA09F9"/>
    <w:rsid w:val="00AA0EF8"/>
    <w:rsid w:val="00AA0F4A"/>
    <w:rsid w:val="00AA1C89"/>
    <w:rsid w:val="00AA326E"/>
    <w:rsid w:val="00AA7417"/>
    <w:rsid w:val="00AB2770"/>
    <w:rsid w:val="00AB2F34"/>
    <w:rsid w:val="00AB39CF"/>
    <w:rsid w:val="00AB601A"/>
    <w:rsid w:val="00AB6F68"/>
    <w:rsid w:val="00AC093C"/>
    <w:rsid w:val="00AC1EA6"/>
    <w:rsid w:val="00AC567E"/>
    <w:rsid w:val="00AC7168"/>
    <w:rsid w:val="00AC751B"/>
    <w:rsid w:val="00AC7678"/>
    <w:rsid w:val="00AC7FCE"/>
    <w:rsid w:val="00AD105A"/>
    <w:rsid w:val="00AD30A7"/>
    <w:rsid w:val="00AD41D3"/>
    <w:rsid w:val="00AD4C36"/>
    <w:rsid w:val="00AD620B"/>
    <w:rsid w:val="00AD7860"/>
    <w:rsid w:val="00AE0256"/>
    <w:rsid w:val="00AE0289"/>
    <w:rsid w:val="00AE40CD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2A8C"/>
    <w:rsid w:val="00B0320A"/>
    <w:rsid w:val="00B05550"/>
    <w:rsid w:val="00B0677C"/>
    <w:rsid w:val="00B07EA2"/>
    <w:rsid w:val="00B10377"/>
    <w:rsid w:val="00B10B78"/>
    <w:rsid w:val="00B10BC3"/>
    <w:rsid w:val="00B10C52"/>
    <w:rsid w:val="00B14BC2"/>
    <w:rsid w:val="00B151FE"/>
    <w:rsid w:val="00B1546E"/>
    <w:rsid w:val="00B209D0"/>
    <w:rsid w:val="00B20B99"/>
    <w:rsid w:val="00B21BE6"/>
    <w:rsid w:val="00B21DF1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2671"/>
    <w:rsid w:val="00B52A92"/>
    <w:rsid w:val="00B52B0A"/>
    <w:rsid w:val="00B52D4D"/>
    <w:rsid w:val="00B539A5"/>
    <w:rsid w:val="00B56C04"/>
    <w:rsid w:val="00B645FF"/>
    <w:rsid w:val="00B65704"/>
    <w:rsid w:val="00B65DF3"/>
    <w:rsid w:val="00B65E50"/>
    <w:rsid w:val="00B67210"/>
    <w:rsid w:val="00B700C2"/>
    <w:rsid w:val="00B72358"/>
    <w:rsid w:val="00B73359"/>
    <w:rsid w:val="00B73DC8"/>
    <w:rsid w:val="00B75010"/>
    <w:rsid w:val="00B8146D"/>
    <w:rsid w:val="00B818CF"/>
    <w:rsid w:val="00B822E4"/>
    <w:rsid w:val="00B82FE9"/>
    <w:rsid w:val="00B839B0"/>
    <w:rsid w:val="00B83E72"/>
    <w:rsid w:val="00B83F6D"/>
    <w:rsid w:val="00B84585"/>
    <w:rsid w:val="00B85EA0"/>
    <w:rsid w:val="00B86B17"/>
    <w:rsid w:val="00B86DA5"/>
    <w:rsid w:val="00B877DC"/>
    <w:rsid w:val="00B943CB"/>
    <w:rsid w:val="00B94939"/>
    <w:rsid w:val="00B96887"/>
    <w:rsid w:val="00B9796A"/>
    <w:rsid w:val="00BA06AD"/>
    <w:rsid w:val="00BA18F0"/>
    <w:rsid w:val="00BA22CC"/>
    <w:rsid w:val="00BB0527"/>
    <w:rsid w:val="00BB24E5"/>
    <w:rsid w:val="00BB3041"/>
    <w:rsid w:val="00BB43E2"/>
    <w:rsid w:val="00BB58B2"/>
    <w:rsid w:val="00BB5FED"/>
    <w:rsid w:val="00BB6072"/>
    <w:rsid w:val="00BC0633"/>
    <w:rsid w:val="00BC39EC"/>
    <w:rsid w:val="00BC5977"/>
    <w:rsid w:val="00BC6239"/>
    <w:rsid w:val="00BC6682"/>
    <w:rsid w:val="00BC6DF3"/>
    <w:rsid w:val="00BD0BA3"/>
    <w:rsid w:val="00BD11C8"/>
    <w:rsid w:val="00BD1849"/>
    <w:rsid w:val="00BD288C"/>
    <w:rsid w:val="00BD2AAD"/>
    <w:rsid w:val="00BD2CE4"/>
    <w:rsid w:val="00BD2D09"/>
    <w:rsid w:val="00BD2FA1"/>
    <w:rsid w:val="00BD3BAD"/>
    <w:rsid w:val="00BD5454"/>
    <w:rsid w:val="00BD6E6A"/>
    <w:rsid w:val="00BE050E"/>
    <w:rsid w:val="00BE0BF5"/>
    <w:rsid w:val="00BE1ADF"/>
    <w:rsid w:val="00BE73A3"/>
    <w:rsid w:val="00BE747C"/>
    <w:rsid w:val="00BF02CD"/>
    <w:rsid w:val="00BF0D89"/>
    <w:rsid w:val="00BF18DA"/>
    <w:rsid w:val="00BF1DEF"/>
    <w:rsid w:val="00BF234B"/>
    <w:rsid w:val="00BF35A4"/>
    <w:rsid w:val="00BF4048"/>
    <w:rsid w:val="00BF503D"/>
    <w:rsid w:val="00BF50FB"/>
    <w:rsid w:val="00BF5795"/>
    <w:rsid w:val="00BF58A9"/>
    <w:rsid w:val="00BF5C75"/>
    <w:rsid w:val="00BF6AAC"/>
    <w:rsid w:val="00BF6F3B"/>
    <w:rsid w:val="00BF7027"/>
    <w:rsid w:val="00BF7586"/>
    <w:rsid w:val="00BF7DA1"/>
    <w:rsid w:val="00C00A28"/>
    <w:rsid w:val="00C01A8D"/>
    <w:rsid w:val="00C02FEB"/>
    <w:rsid w:val="00C03C9F"/>
    <w:rsid w:val="00C05A00"/>
    <w:rsid w:val="00C060C6"/>
    <w:rsid w:val="00C06C39"/>
    <w:rsid w:val="00C07A00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36BD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0D2E"/>
    <w:rsid w:val="00C41409"/>
    <w:rsid w:val="00C41A42"/>
    <w:rsid w:val="00C41B27"/>
    <w:rsid w:val="00C43497"/>
    <w:rsid w:val="00C44A96"/>
    <w:rsid w:val="00C45D5F"/>
    <w:rsid w:val="00C46A44"/>
    <w:rsid w:val="00C50710"/>
    <w:rsid w:val="00C51E52"/>
    <w:rsid w:val="00C55063"/>
    <w:rsid w:val="00C57487"/>
    <w:rsid w:val="00C628BF"/>
    <w:rsid w:val="00C63260"/>
    <w:rsid w:val="00C6566C"/>
    <w:rsid w:val="00C66DB0"/>
    <w:rsid w:val="00C6788B"/>
    <w:rsid w:val="00C67D75"/>
    <w:rsid w:val="00C702B1"/>
    <w:rsid w:val="00C70868"/>
    <w:rsid w:val="00C70C6D"/>
    <w:rsid w:val="00C71940"/>
    <w:rsid w:val="00C75300"/>
    <w:rsid w:val="00C77600"/>
    <w:rsid w:val="00C80B70"/>
    <w:rsid w:val="00C83067"/>
    <w:rsid w:val="00C830D8"/>
    <w:rsid w:val="00C848E8"/>
    <w:rsid w:val="00C85A13"/>
    <w:rsid w:val="00C87807"/>
    <w:rsid w:val="00C878ED"/>
    <w:rsid w:val="00C92EEC"/>
    <w:rsid w:val="00C93E10"/>
    <w:rsid w:val="00C95906"/>
    <w:rsid w:val="00CA0941"/>
    <w:rsid w:val="00CA1241"/>
    <w:rsid w:val="00CA1BA4"/>
    <w:rsid w:val="00CA2170"/>
    <w:rsid w:val="00CA2178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B6F45"/>
    <w:rsid w:val="00CB7C6F"/>
    <w:rsid w:val="00CC07C1"/>
    <w:rsid w:val="00CC1008"/>
    <w:rsid w:val="00CC1595"/>
    <w:rsid w:val="00CC1D45"/>
    <w:rsid w:val="00CC2159"/>
    <w:rsid w:val="00CC46B2"/>
    <w:rsid w:val="00CC5A91"/>
    <w:rsid w:val="00CD02AB"/>
    <w:rsid w:val="00CD1ECA"/>
    <w:rsid w:val="00CD1FEB"/>
    <w:rsid w:val="00CD43F9"/>
    <w:rsid w:val="00CD460A"/>
    <w:rsid w:val="00CD6086"/>
    <w:rsid w:val="00CD679A"/>
    <w:rsid w:val="00CE0AE0"/>
    <w:rsid w:val="00CE1452"/>
    <w:rsid w:val="00CE3784"/>
    <w:rsid w:val="00CE3C24"/>
    <w:rsid w:val="00CE429F"/>
    <w:rsid w:val="00CE7A1A"/>
    <w:rsid w:val="00CF2104"/>
    <w:rsid w:val="00CF21AE"/>
    <w:rsid w:val="00CF3DAB"/>
    <w:rsid w:val="00CF3DAC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1AC2"/>
    <w:rsid w:val="00D42DF9"/>
    <w:rsid w:val="00D43379"/>
    <w:rsid w:val="00D4342A"/>
    <w:rsid w:val="00D4499E"/>
    <w:rsid w:val="00D45E92"/>
    <w:rsid w:val="00D46D67"/>
    <w:rsid w:val="00D4769E"/>
    <w:rsid w:val="00D54666"/>
    <w:rsid w:val="00D5762E"/>
    <w:rsid w:val="00D60314"/>
    <w:rsid w:val="00D60635"/>
    <w:rsid w:val="00D60935"/>
    <w:rsid w:val="00D6147C"/>
    <w:rsid w:val="00D61C3A"/>
    <w:rsid w:val="00D63FCE"/>
    <w:rsid w:val="00D64C3D"/>
    <w:rsid w:val="00D656F5"/>
    <w:rsid w:val="00D67432"/>
    <w:rsid w:val="00D70586"/>
    <w:rsid w:val="00D743F9"/>
    <w:rsid w:val="00D760E8"/>
    <w:rsid w:val="00D809B6"/>
    <w:rsid w:val="00D824ED"/>
    <w:rsid w:val="00D83BD3"/>
    <w:rsid w:val="00D84146"/>
    <w:rsid w:val="00D84178"/>
    <w:rsid w:val="00D847AD"/>
    <w:rsid w:val="00D861B6"/>
    <w:rsid w:val="00D876A7"/>
    <w:rsid w:val="00D901EF"/>
    <w:rsid w:val="00D90CBA"/>
    <w:rsid w:val="00D91275"/>
    <w:rsid w:val="00D9188C"/>
    <w:rsid w:val="00D91AF2"/>
    <w:rsid w:val="00D91FAA"/>
    <w:rsid w:val="00D92393"/>
    <w:rsid w:val="00D928EE"/>
    <w:rsid w:val="00D9404E"/>
    <w:rsid w:val="00D94B3B"/>
    <w:rsid w:val="00D954A7"/>
    <w:rsid w:val="00D96136"/>
    <w:rsid w:val="00D961E0"/>
    <w:rsid w:val="00D96A1D"/>
    <w:rsid w:val="00D96C1A"/>
    <w:rsid w:val="00D96E60"/>
    <w:rsid w:val="00D97267"/>
    <w:rsid w:val="00D9727C"/>
    <w:rsid w:val="00D9770D"/>
    <w:rsid w:val="00DA128C"/>
    <w:rsid w:val="00DA1533"/>
    <w:rsid w:val="00DA3741"/>
    <w:rsid w:val="00DA3D4F"/>
    <w:rsid w:val="00DA487B"/>
    <w:rsid w:val="00DA4994"/>
    <w:rsid w:val="00DA5B75"/>
    <w:rsid w:val="00DA7B5C"/>
    <w:rsid w:val="00DB0257"/>
    <w:rsid w:val="00DB0B90"/>
    <w:rsid w:val="00DB0D77"/>
    <w:rsid w:val="00DB0EF7"/>
    <w:rsid w:val="00DB282B"/>
    <w:rsid w:val="00DB5359"/>
    <w:rsid w:val="00DB6DF3"/>
    <w:rsid w:val="00DB7CE5"/>
    <w:rsid w:val="00DC0244"/>
    <w:rsid w:val="00DC16C3"/>
    <w:rsid w:val="00DC4983"/>
    <w:rsid w:val="00DC4F16"/>
    <w:rsid w:val="00DC5CB6"/>
    <w:rsid w:val="00DC63E8"/>
    <w:rsid w:val="00DC6701"/>
    <w:rsid w:val="00DC74A5"/>
    <w:rsid w:val="00DD00AF"/>
    <w:rsid w:val="00DD0F54"/>
    <w:rsid w:val="00DD4412"/>
    <w:rsid w:val="00DD4A62"/>
    <w:rsid w:val="00DD584A"/>
    <w:rsid w:val="00DD624F"/>
    <w:rsid w:val="00DD662D"/>
    <w:rsid w:val="00DD7AA0"/>
    <w:rsid w:val="00DE0389"/>
    <w:rsid w:val="00DE18B7"/>
    <w:rsid w:val="00DE22BA"/>
    <w:rsid w:val="00DE60A8"/>
    <w:rsid w:val="00DE6F49"/>
    <w:rsid w:val="00DE7567"/>
    <w:rsid w:val="00DF0599"/>
    <w:rsid w:val="00DF2150"/>
    <w:rsid w:val="00DF362B"/>
    <w:rsid w:val="00DF54CB"/>
    <w:rsid w:val="00DF63A2"/>
    <w:rsid w:val="00DF6474"/>
    <w:rsid w:val="00DF6624"/>
    <w:rsid w:val="00E01368"/>
    <w:rsid w:val="00E01EB7"/>
    <w:rsid w:val="00E03583"/>
    <w:rsid w:val="00E05965"/>
    <w:rsid w:val="00E05C7C"/>
    <w:rsid w:val="00E0699F"/>
    <w:rsid w:val="00E07BD8"/>
    <w:rsid w:val="00E169B3"/>
    <w:rsid w:val="00E179F1"/>
    <w:rsid w:val="00E2020D"/>
    <w:rsid w:val="00E2070C"/>
    <w:rsid w:val="00E220EE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0DC8"/>
    <w:rsid w:val="00E4166A"/>
    <w:rsid w:val="00E437F7"/>
    <w:rsid w:val="00E43FD1"/>
    <w:rsid w:val="00E450E6"/>
    <w:rsid w:val="00E4514F"/>
    <w:rsid w:val="00E45219"/>
    <w:rsid w:val="00E458FB"/>
    <w:rsid w:val="00E45E1B"/>
    <w:rsid w:val="00E473F3"/>
    <w:rsid w:val="00E51437"/>
    <w:rsid w:val="00E51830"/>
    <w:rsid w:val="00E5188E"/>
    <w:rsid w:val="00E5616C"/>
    <w:rsid w:val="00E5671C"/>
    <w:rsid w:val="00E5678E"/>
    <w:rsid w:val="00E575BD"/>
    <w:rsid w:val="00E60D92"/>
    <w:rsid w:val="00E61A10"/>
    <w:rsid w:val="00E63056"/>
    <w:rsid w:val="00E6422B"/>
    <w:rsid w:val="00E655B2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77954"/>
    <w:rsid w:val="00E81394"/>
    <w:rsid w:val="00E821DF"/>
    <w:rsid w:val="00E8253D"/>
    <w:rsid w:val="00E830C6"/>
    <w:rsid w:val="00E8513F"/>
    <w:rsid w:val="00E85BEB"/>
    <w:rsid w:val="00E86904"/>
    <w:rsid w:val="00E869A6"/>
    <w:rsid w:val="00E87460"/>
    <w:rsid w:val="00E91D1F"/>
    <w:rsid w:val="00E946D6"/>
    <w:rsid w:val="00E965B5"/>
    <w:rsid w:val="00E9699A"/>
    <w:rsid w:val="00EA0A74"/>
    <w:rsid w:val="00EA2096"/>
    <w:rsid w:val="00EA3C1A"/>
    <w:rsid w:val="00EA3D75"/>
    <w:rsid w:val="00EA41F7"/>
    <w:rsid w:val="00EA4594"/>
    <w:rsid w:val="00EA7D84"/>
    <w:rsid w:val="00EB279B"/>
    <w:rsid w:val="00EB4419"/>
    <w:rsid w:val="00EC0FF7"/>
    <w:rsid w:val="00EC35D4"/>
    <w:rsid w:val="00EC367A"/>
    <w:rsid w:val="00EC3D73"/>
    <w:rsid w:val="00EC45A1"/>
    <w:rsid w:val="00EC4CF6"/>
    <w:rsid w:val="00EC7935"/>
    <w:rsid w:val="00ED1EAD"/>
    <w:rsid w:val="00ED2E91"/>
    <w:rsid w:val="00ED339B"/>
    <w:rsid w:val="00EE08DC"/>
    <w:rsid w:val="00EE0F84"/>
    <w:rsid w:val="00EE192E"/>
    <w:rsid w:val="00EE2C16"/>
    <w:rsid w:val="00EE3796"/>
    <w:rsid w:val="00EE644A"/>
    <w:rsid w:val="00EE704A"/>
    <w:rsid w:val="00EF04C4"/>
    <w:rsid w:val="00EF2610"/>
    <w:rsid w:val="00EF2C17"/>
    <w:rsid w:val="00EF388D"/>
    <w:rsid w:val="00EF698D"/>
    <w:rsid w:val="00F00297"/>
    <w:rsid w:val="00F01859"/>
    <w:rsid w:val="00F02713"/>
    <w:rsid w:val="00F0339F"/>
    <w:rsid w:val="00F05147"/>
    <w:rsid w:val="00F05445"/>
    <w:rsid w:val="00F061C5"/>
    <w:rsid w:val="00F07758"/>
    <w:rsid w:val="00F079FD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0B3"/>
    <w:rsid w:val="00F2583B"/>
    <w:rsid w:val="00F26C91"/>
    <w:rsid w:val="00F30004"/>
    <w:rsid w:val="00F33481"/>
    <w:rsid w:val="00F33E8E"/>
    <w:rsid w:val="00F33EC3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5646E"/>
    <w:rsid w:val="00F56AA2"/>
    <w:rsid w:val="00F65550"/>
    <w:rsid w:val="00F65651"/>
    <w:rsid w:val="00F65905"/>
    <w:rsid w:val="00F66F8A"/>
    <w:rsid w:val="00F6745F"/>
    <w:rsid w:val="00F70C6D"/>
    <w:rsid w:val="00F714DF"/>
    <w:rsid w:val="00F715C3"/>
    <w:rsid w:val="00F73359"/>
    <w:rsid w:val="00F75A57"/>
    <w:rsid w:val="00F75D4E"/>
    <w:rsid w:val="00F7731F"/>
    <w:rsid w:val="00F77587"/>
    <w:rsid w:val="00F80181"/>
    <w:rsid w:val="00F80954"/>
    <w:rsid w:val="00F8256D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962F4"/>
    <w:rsid w:val="00FA04FC"/>
    <w:rsid w:val="00FA0DFF"/>
    <w:rsid w:val="00FA2DC0"/>
    <w:rsid w:val="00FA5FFE"/>
    <w:rsid w:val="00FA6A00"/>
    <w:rsid w:val="00FA7070"/>
    <w:rsid w:val="00FA7DAC"/>
    <w:rsid w:val="00FB1744"/>
    <w:rsid w:val="00FB4BAA"/>
    <w:rsid w:val="00FB6EC5"/>
    <w:rsid w:val="00FB7138"/>
    <w:rsid w:val="00FC02D3"/>
    <w:rsid w:val="00FC0457"/>
    <w:rsid w:val="00FC2112"/>
    <w:rsid w:val="00FC2613"/>
    <w:rsid w:val="00FC337F"/>
    <w:rsid w:val="00FD03FD"/>
    <w:rsid w:val="00FD1B18"/>
    <w:rsid w:val="00FD43F9"/>
    <w:rsid w:val="00FD4AEE"/>
    <w:rsid w:val="00FD66D9"/>
    <w:rsid w:val="00FD7DC0"/>
    <w:rsid w:val="00FE129C"/>
    <w:rsid w:val="00FE168A"/>
    <w:rsid w:val="00FE2E0F"/>
    <w:rsid w:val="00FE6B7E"/>
    <w:rsid w:val="00FE7757"/>
    <w:rsid w:val="00FE7CFC"/>
    <w:rsid w:val="00FF0597"/>
    <w:rsid w:val="00FF2820"/>
    <w:rsid w:val="00FF43BD"/>
    <w:rsid w:val="00FF4CF9"/>
    <w:rsid w:val="00FF5347"/>
    <w:rsid w:val="00FF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CA60F60-C6E4-4F59-B709-65B63EA84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F76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  <w:style w:type="paragraph" w:styleId="affb">
    <w:name w:val="Normal (Web)"/>
    <w:basedOn w:val="a"/>
    <w:uiPriority w:val="99"/>
    <w:unhideWhenUsed/>
    <w:rsid w:val="00110D5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ffc">
    <w:name w:val="List Paragraph"/>
    <w:basedOn w:val="a"/>
    <w:uiPriority w:val="34"/>
    <w:qFormat/>
    <w:rsid w:val="0078255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">
    <w:name w:val="TableGrid"/>
    <w:rsid w:val="00A1553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cr@kcs.kir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2</TotalTime>
  <Pages>4</Pages>
  <Words>1334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8924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Зубарев И.А.</cp:lastModifiedBy>
  <cp:revision>3</cp:revision>
  <cp:lastPrinted>2017-10-27T05:41:00Z</cp:lastPrinted>
  <dcterms:created xsi:type="dcterms:W3CDTF">2017-10-27T06:28:00Z</dcterms:created>
  <dcterms:modified xsi:type="dcterms:W3CDTF">2017-10-27T06:30:00Z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